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8A7" w:rsidRPr="00E9039B" w:rsidRDefault="002D00E7" w:rsidP="003E6DD9">
      <w:pPr>
        <w:jc w:val="center"/>
        <w:rPr>
          <w:b/>
          <w:sz w:val="24"/>
          <w:szCs w:val="24"/>
        </w:rPr>
      </w:pPr>
      <w:r w:rsidRPr="00796B1B">
        <w:rPr>
          <w:b/>
          <w:sz w:val="24"/>
          <w:szCs w:val="24"/>
        </w:rPr>
        <w:t>ДО</w:t>
      </w:r>
      <w:r w:rsidRPr="00E9039B">
        <w:rPr>
          <w:b/>
          <w:sz w:val="24"/>
          <w:szCs w:val="24"/>
        </w:rPr>
        <w:t xml:space="preserve">ГОВОР </w:t>
      </w:r>
    </w:p>
    <w:p w:rsidR="00F822FC" w:rsidRPr="00E9039B" w:rsidRDefault="00F822FC" w:rsidP="003E6DD9">
      <w:pPr>
        <w:jc w:val="center"/>
        <w:rPr>
          <w:b/>
          <w:sz w:val="24"/>
          <w:szCs w:val="24"/>
        </w:rPr>
      </w:pPr>
      <w:r w:rsidRPr="00E9039B">
        <w:rPr>
          <w:b/>
          <w:sz w:val="24"/>
          <w:szCs w:val="24"/>
        </w:rPr>
        <w:t>оказания услуг по стирке</w:t>
      </w:r>
      <w:r w:rsidR="00B2438B" w:rsidRPr="00E9039B">
        <w:rPr>
          <w:b/>
          <w:sz w:val="24"/>
          <w:szCs w:val="24"/>
        </w:rPr>
        <w:t xml:space="preserve"> спецодежды</w:t>
      </w:r>
      <w:r w:rsidRPr="00E9039B">
        <w:rPr>
          <w:b/>
          <w:sz w:val="24"/>
          <w:szCs w:val="24"/>
        </w:rPr>
        <w:t xml:space="preserve"> </w:t>
      </w:r>
    </w:p>
    <w:p w:rsidR="003E6DD9" w:rsidRPr="00E9039B" w:rsidRDefault="003E6DD9" w:rsidP="00E9039B">
      <w:pPr>
        <w:ind w:firstLine="567"/>
        <w:rPr>
          <w:b/>
          <w:sz w:val="24"/>
          <w:szCs w:val="24"/>
        </w:rPr>
      </w:pPr>
    </w:p>
    <w:p w:rsidR="002D00E7" w:rsidRPr="00E9039B" w:rsidRDefault="002D00E7" w:rsidP="00796B1B">
      <w:pPr>
        <w:ind w:firstLine="567"/>
        <w:rPr>
          <w:sz w:val="24"/>
          <w:szCs w:val="24"/>
        </w:rPr>
      </w:pPr>
      <w:r w:rsidRPr="00E9039B">
        <w:rPr>
          <w:sz w:val="24"/>
          <w:szCs w:val="24"/>
        </w:rPr>
        <w:t>г.</w:t>
      </w:r>
      <w:r w:rsidR="00103C0E" w:rsidRPr="00E9039B">
        <w:rPr>
          <w:sz w:val="24"/>
          <w:szCs w:val="24"/>
        </w:rPr>
        <w:t xml:space="preserve"> </w:t>
      </w:r>
      <w:r w:rsidR="00AB467C" w:rsidRPr="00E9039B">
        <w:rPr>
          <w:sz w:val="24"/>
          <w:szCs w:val="24"/>
        </w:rPr>
        <w:t>Оренбург</w:t>
      </w:r>
      <w:r w:rsidR="003E6DD9" w:rsidRPr="00E9039B">
        <w:rPr>
          <w:sz w:val="24"/>
          <w:szCs w:val="24"/>
        </w:rPr>
        <w:tab/>
      </w:r>
      <w:r w:rsidR="003E6DD9" w:rsidRPr="00E9039B">
        <w:rPr>
          <w:sz w:val="24"/>
          <w:szCs w:val="24"/>
        </w:rPr>
        <w:tab/>
      </w:r>
      <w:r w:rsidR="003E6DD9" w:rsidRPr="00E9039B">
        <w:rPr>
          <w:sz w:val="24"/>
          <w:szCs w:val="24"/>
        </w:rPr>
        <w:tab/>
      </w:r>
      <w:r w:rsidR="003E6DD9" w:rsidRPr="00E9039B">
        <w:rPr>
          <w:sz w:val="24"/>
          <w:szCs w:val="24"/>
        </w:rPr>
        <w:tab/>
      </w:r>
      <w:r w:rsidR="003E6DD9" w:rsidRPr="00E9039B">
        <w:rPr>
          <w:sz w:val="24"/>
          <w:szCs w:val="24"/>
        </w:rPr>
        <w:tab/>
      </w:r>
      <w:r w:rsidR="003E6DD9" w:rsidRPr="00E9039B">
        <w:rPr>
          <w:sz w:val="24"/>
          <w:szCs w:val="24"/>
        </w:rPr>
        <w:tab/>
        <w:t xml:space="preserve">  </w:t>
      </w:r>
      <w:r w:rsidR="005103AC" w:rsidRPr="00E9039B">
        <w:rPr>
          <w:sz w:val="24"/>
          <w:szCs w:val="24"/>
        </w:rPr>
        <w:t xml:space="preserve">     </w:t>
      </w:r>
      <w:r w:rsidR="00C148AD" w:rsidRPr="00E9039B">
        <w:rPr>
          <w:sz w:val="24"/>
          <w:szCs w:val="24"/>
        </w:rPr>
        <w:t xml:space="preserve">      </w:t>
      </w:r>
      <w:r w:rsidR="005103AC" w:rsidRPr="00E9039B">
        <w:rPr>
          <w:sz w:val="24"/>
          <w:szCs w:val="24"/>
        </w:rPr>
        <w:t xml:space="preserve">       </w:t>
      </w:r>
      <w:r w:rsidR="003E6DD9" w:rsidRPr="00E9039B">
        <w:rPr>
          <w:sz w:val="24"/>
          <w:szCs w:val="24"/>
        </w:rPr>
        <w:t xml:space="preserve">    </w:t>
      </w:r>
      <w:proofErr w:type="gramStart"/>
      <w:r w:rsidR="003E6DD9" w:rsidRPr="00E9039B">
        <w:rPr>
          <w:sz w:val="24"/>
          <w:szCs w:val="24"/>
        </w:rPr>
        <w:t xml:space="preserve">  </w:t>
      </w:r>
      <w:r w:rsidR="0047404B" w:rsidRPr="00E9039B">
        <w:rPr>
          <w:sz w:val="24"/>
          <w:szCs w:val="24"/>
        </w:rPr>
        <w:t xml:space="preserve"> </w:t>
      </w:r>
      <w:r w:rsidR="00CB7B58" w:rsidRPr="00E9039B">
        <w:rPr>
          <w:sz w:val="24"/>
          <w:szCs w:val="24"/>
        </w:rPr>
        <w:t>«</w:t>
      </w:r>
      <w:proofErr w:type="gramEnd"/>
      <w:r w:rsidR="00CB7B58" w:rsidRPr="00E9039B">
        <w:rPr>
          <w:sz w:val="24"/>
          <w:szCs w:val="24"/>
        </w:rPr>
        <w:t xml:space="preserve">__» ________20  </w:t>
      </w:r>
      <w:r w:rsidR="000B645E" w:rsidRPr="00E9039B">
        <w:rPr>
          <w:sz w:val="24"/>
          <w:szCs w:val="24"/>
        </w:rPr>
        <w:t xml:space="preserve">  </w:t>
      </w:r>
      <w:r w:rsidR="0047404B" w:rsidRPr="00E9039B">
        <w:rPr>
          <w:sz w:val="24"/>
          <w:szCs w:val="24"/>
        </w:rPr>
        <w:t xml:space="preserve"> </w:t>
      </w:r>
      <w:r w:rsidR="003E6DD9" w:rsidRPr="00E9039B">
        <w:rPr>
          <w:sz w:val="24"/>
          <w:szCs w:val="24"/>
        </w:rPr>
        <w:t>г.</w:t>
      </w:r>
    </w:p>
    <w:p w:rsidR="00103C0E" w:rsidRPr="00E9039B" w:rsidRDefault="00103C0E" w:rsidP="00796B1B">
      <w:pPr>
        <w:ind w:firstLine="567"/>
        <w:rPr>
          <w:sz w:val="24"/>
          <w:szCs w:val="24"/>
        </w:rPr>
      </w:pPr>
    </w:p>
    <w:p w:rsidR="002D00E7" w:rsidRPr="00E9039B" w:rsidRDefault="00EA0177" w:rsidP="00796B1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  <w:r w:rsidR="001116DA" w:rsidRPr="00E9039B">
        <w:rPr>
          <w:sz w:val="24"/>
          <w:szCs w:val="24"/>
        </w:rPr>
        <w:t>, именуемое</w:t>
      </w:r>
      <w:r w:rsidR="002D00E7" w:rsidRPr="00E9039B">
        <w:rPr>
          <w:sz w:val="24"/>
          <w:szCs w:val="24"/>
        </w:rPr>
        <w:t xml:space="preserve"> в дальнейшем «И</w:t>
      </w:r>
      <w:r w:rsidR="003E6DD9" w:rsidRPr="00E9039B">
        <w:rPr>
          <w:sz w:val="24"/>
          <w:szCs w:val="24"/>
        </w:rPr>
        <w:t>сполнитель</w:t>
      </w:r>
      <w:r w:rsidR="002D00E7" w:rsidRPr="00E9039B">
        <w:rPr>
          <w:sz w:val="24"/>
          <w:szCs w:val="24"/>
        </w:rPr>
        <w:t>», в лице</w:t>
      </w:r>
      <w:r w:rsidR="009064C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</w:t>
      </w:r>
      <w:r w:rsidR="000B645E" w:rsidRPr="00E9039B">
        <w:rPr>
          <w:sz w:val="24"/>
          <w:szCs w:val="24"/>
        </w:rPr>
        <w:t xml:space="preserve">, действующего </w:t>
      </w:r>
      <w:r w:rsidR="00420D3F" w:rsidRPr="00E9039B">
        <w:rPr>
          <w:sz w:val="24"/>
          <w:szCs w:val="24"/>
        </w:rPr>
        <w:t>на основании Устава,</w:t>
      </w:r>
      <w:r w:rsidR="002D00E7" w:rsidRPr="00E9039B">
        <w:rPr>
          <w:sz w:val="24"/>
          <w:szCs w:val="24"/>
        </w:rPr>
        <w:t xml:space="preserve"> с одной стороны, и </w:t>
      </w:r>
      <w:r w:rsidR="000B5AF3" w:rsidRPr="00E9039B">
        <w:rPr>
          <w:sz w:val="24"/>
          <w:szCs w:val="24"/>
        </w:rPr>
        <w:t>Общество с ограниченной ответственностью</w:t>
      </w:r>
      <w:r w:rsidR="00776A43" w:rsidRPr="00E9039B">
        <w:rPr>
          <w:sz w:val="24"/>
          <w:szCs w:val="24"/>
        </w:rPr>
        <w:t xml:space="preserve"> </w:t>
      </w:r>
      <w:r w:rsidR="00B217AF" w:rsidRPr="00E9039B">
        <w:rPr>
          <w:sz w:val="24"/>
          <w:szCs w:val="24"/>
        </w:rPr>
        <w:t>«</w:t>
      </w:r>
      <w:r w:rsidR="00782E09" w:rsidRPr="00E9039B">
        <w:rPr>
          <w:sz w:val="24"/>
          <w:szCs w:val="24"/>
        </w:rPr>
        <w:t>Руссоль</w:t>
      </w:r>
      <w:r w:rsidR="00B217AF" w:rsidRPr="00E9039B">
        <w:rPr>
          <w:sz w:val="24"/>
          <w:szCs w:val="24"/>
        </w:rPr>
        <w:t>»</w:t>
      </w:r>
      <w:r w:rsidR="002D00E7" w:rsidRPr="00E9039B">
        <w:rPr>
          <w:sz w:val="24"/>
          <w:szCs w:val="24"/>
        </w:rPr>
        <w:t>, именуемое в дальнейшее «З</w:t>
      </w:r>
      <w:r w:rsidR="003E6DD9" w:rsidRPr="00E9039B">
        <w:rPr>
          <w:sz w:val="24"/>
          <w:szCs w:val="24"/>
        </w:rPr>
        <w:t>аказчик</w:t>
      </w:r>
      <w:r w:rsidR="002D00E7" w:rsidRPr="00E9039B">
        <w:rPr>
          <w:sz w:val="24"/>
          <w:szCs w:val="24"/>
        </w:rPr>
        <w:t xml:space="preserve">», </w:t>
      </w:r>
      <w:r w:rsidR="000B645E" w:rsidRPr="00E9039B">
        <w:rPr>
          <w:sz w:val="24"/>
          <w:szCs w:val="24"/>
        </w:rPr>
        <w:t xml:space="preserve">в лице </w:t>
      </w:r>
      <w:r w:rsidR="00DF7CAA" w:rsidRPr="00E9039B">
        <w:rPr>
          <w:sz w:val="24"/>
          <w:szCs w:val="24"/>
        </w:rPr>
        <w:t xml:space="preserve">директора Черного Сергея </w:t>
      </w:r>
      <w:r w:rsidR="00420D3F" w:rsidRPr="00E9039B">
        <w:rPr>
          <w:sz w:val="24"/>
          <w:szCs w:val="24"/>
        </w:rPr>
        <w:t>Васильевича, действующего</w:t>
      </w:r>
      <w:r w:rsidR="002D00E7" w:rsidRPr="00E9039B">
        <w:rPr>
          <w:sz w:val="24"/>
          <w:szCs w:val="24"/>
        </w:rPr>
        <w:t xml:space="preserve"> н</w:t>
      </w:r>
      <w:r w:rsidR="003E6DD9" w:rsidRPr="00E9039B">
        <w:rPr>
          <w:sz w:val="24"/>
          <w:szCs w:val="24"/>
        </w:rPr>
        <w:t>а</w:t>
      </w:r>
      <w:r w:rsidR="002D00E7" w:rsidRPr="00E9039B">
        <w:rPr>
          <w:sz w:val="24"/>
          <w:szCs w:val="24"/>
        </w:rPr>
        <w:t xml:space="preserve"> основании </w:t>
      </w:r>
      <w:r w:rsidR="00776A43" w:rsidRPr="00E9039B">
        <w:rPr>
          <w:sz w:val="24"/>
          <w:szCs w:val="24"/>
        </w:rPr>
        <w:t>Устава</w:t>
      </w:r>
      <w:r w:rsidR="002D00E7" w:rsidRPr="00E9039B">
        <w:rPr>
          <w:sz w:val="24"/>
          <w:szCs w:val="24"/>
        </w:rPr>
        <w:t>, с другой стороны, вместе именуемые в дальнейшем «С</w:t>
      </w:r>
      <w:r w:rsidR="003E6DD9" w:rsidRPr="00E9039B">
        <w:rPr>
          <w:sz w:val="24"/>
          <w:szCs w:val="24"/>
        </w:rPr>
        <w:t>тороны»</w:t>
      </w:r>
      <w:r w:rsidR="002D00E7" w:rsidRPr="00E9039B">
        <w:rPr>
          <w:sz w:val="24"/>
          <w:szCs w:val="24"/>
        </w:rPr>
        <w:t xml:space="preserve"> заключили настоящий Договор о нижеследующем:</w:t>
      </w:r>
    </w:p>
    <w:p w:rsidR="00AF3B6B" w:rsidRPr="00E9039B" w:rsidRDefault="00AF3B6B" w:rsidP="005726C8">
      <w:pPr>
        <w:ind w:firstLine="720"/>
        <w:jc w:val="both"/>
        <w:rPr>
          <w:sz w:val="24"/>
          <w:szCs w:val="24"/>
        </w:rPr>
      </w:pPr>
    </w:p>
    <w:p w:rsidR="002D00E7" w:rsidRPr="00AA6791" w:rsidRDefault="002D00E7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ПРЕДМЕТ ДОГОВОРА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2D00E7" w:rsidRPr="00E9039B" w:rsidRDefault="002D00E7" w:rsidP="00796B1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 xml:space="preserve">1.1. Исполнитель обязуется оказывать услуги по стирке </w:t>
      </w:r>
      <w:r w:rsidR="00DF7CAA" w:rsidRPr="00E9039B">
        <w:rPr>
          <w:sz w:val="24"/>
          <w:szCs w:val="24"/>
        </w:rPr>
        <w:t>спецодежды,</w:t>
      </w:r>
      <w:r w:rsidRPr="00E9039B">
        <w:rPr>
          <w:sz w:val="24"/>
          <w:szCs w:val="24"/>
        </w:rPr>
        <w:t xml:space="preserve"> предоставляем</w:t>
      </w:r>
      <w:r w:rsidR="009540C1" w:rsidRPr="00E9039B">
        <w:rPr>
          <w:sz w:val="24"/>
          <w:szCs w:val="24"/>
        </w:rPr>
        <w:t>о</w:t>
      </w:r>
      <w:r w:rsidR="004746E5" w:rsidRPr="00E9039B">
        <w:rPr>
          <w:sz w:val="24"/>
          <w:szCs w:val="24"/>
        </w:rPr>
        <w:t>й</w:t>
      </w:r>
      <w:r w:rsidRPr="00E9039B">
        <w:rPr>
          <w:sz w:val="24"/>
          <w:szCs w:val="24"/>
        </w:rPr>
        <w:t xml:space="preserve"> Заказчиком, именуемые в дальнейшем «Услуги», а Заказчик принят</w:t>
      </w:r>
      <w:r w:rsidR="007754F4" w:rsidRPr="00E9039B">
        <w:rPr>
          <w:sz w:val="24"/>
          <w:szCs w:val="24"/>
        </w:rPr>
        <w:t>ь</w:t>
      </w:r>
      <w:r w:rsidRPr="00E9039B">
        <w:rPr>
          <w:sz w:val="24"/>
          <w:szCs w:val="24"/>
        </w:rPr>
        <w:t xml:space="preserve"> и оплатить Услуги на условиях настоящего Договора.</w:t>
      </w:r>
    </w:p>
    <w:p w:rsidR="00796B1B" w:rsidRPr="00E9039B" w:rsidRDefault="00796B1B" w:rsidP="00796B1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>1.2. Срок оказания услуг, количество спецодежды, а также стоимос</w:t>
      </w:r>
      <w:r w:rsidR="009064C0">
        <w:rPr>
          <w:sz w:val="24"/>
          <w:szCs w:val="24"/>
        </w:rPr>
        <w:t>ть услуг определяется Заявками З</w:t>
      </w:r>
      <w:r w:rsidRPr="00E9039B">
        <w:rPr>
          <w:sz w:val="24"/>
          <w:szCs w:val="24"/>
        </w:rPr>
        <w:t>аказчика.</w:t>
      </w:r>
    </w:p>
    <w:p w:rsidR="00AF3B6B" w:rsidRPr="00E9039B" w:rsidRDefault="00AF3B6B" w:rsidP="007754F4">
      <w:pPr>
        <w:jc w:val="both"/>
        <w:rPr>
          <w:sz w:val="24"/>
          <w:szCs w:val="24"/>
        </w:rPr>
      </w:pPr>
    </w:p>
    <w:p w:rsidR="002D00E7" w:rsidRPr="00AA6791" w:rsidRDefault="002D00E7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ПОРЯДОК ОКАЗАНИЯ УСЛУГ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6C0634" w:rsidRPr="000B0C10" w:rsidRDefault="002D00E7" w:rsidP="00796B1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 xml:space="preserve">2.1. </w:t>
      </w:r>
      <w:r w:rsidR="00796B1B" w:rsidRPr="00E9039B">
        <w:rPr>
          <w:color w:val="000000"/>
          <w:sz w:val="24"/>
          <w:szCs w:val="24"/>
        </w:rPr>
        <w:t xml:space="preserve">Исполнитель обязуется </w:t>
      </w:r>
      <w:r w:rsidR="00420D3F">
        <w:rPr>
          <w:color w:val="000000"/>
          <w:sz w:val="24"/>
          <w:szCs w:val="24"/>
        </w:rPr>
        <w:t>принять белье (спецодежду) от Заказчика и обеспечить его стирку в сроки от</w:t>
      </w:r>
      <w:r w:rsidR="007A1AA9">
        <w:rPr>
          <w:color w:val="000000"/>
          <w:sz w:val="24"/>
          <w:szCs w:val="24"/>
        </w:rPr>
        <w:t xml:space="preserve"> </w:t>
      </w:r>
      <w:r w:rsidR="00420D3F">
        <w:rPr>
          <w:color w:val="000000"/>
          <w:sz w:val="24"/>
          <w:szCs w:val="24"/>
        </w:rPr>
        <w:t>3-х до 5-ти дней. Оказать услуги с надлежащим качеством в сроки выполнения работ в два этапа:</w:t>
      </w:r>
      <w:r w:rsidR="000B0C10">
        <w:rPr>
          <w:color w:val="000000"/>
          <w:sz w:val="24"/>
          <w:szCs w:val="24"/>
        </w:rPr>
        <w:t xml:space="preserve"> </w:t>
      </w:r>
      <w:r w:rsidR="000B0C10">
        <w:rPr>
          <w:color w:val="000000"/>
          <w:sz w:val="24"/>
          <w:szCs w:val="24"/>
          <w:lang w:val="en-US"/>
        </w:rPr>
        <w:t>I</w:t>
      </w:r>
      <w:r w:rsidR="000B0C10" w:rsidRPr="000B0C10">
        <w:rPr>
          <w:color w:val="000000"/>
          <w:sz w:val="24"/>
          <w:szCs w:val="24"/>
        </w:rPr>
        <w:t xml:space="preserve"> </w:t>
      </w:r>
      <w:r w:rsidR="000B0C10">
        <w:rPr>
          <w:color w:val="000000"/>
          <w:sz w:val="24"/>
          <w:szCs w:val="24"/>
        </w:rPr>
        <w:t xml:space="preserve">этап </w:t>
      </w:r>
      <w:r w:rsidR="00EA0177">
        <w:rPr>
          <w:color w:val="000000"/>
          <w:sz w:val="24"/>
          <w:szCs w:val="24"/>
        </w:rPr>
        <w:t xml:space="preserve">– май </w:t>
      </w:r>
      <w:r w:rsidR="000B0C10">
        <w:rPr>
          <w:color w:val="000000"/>
          <w:sz w:val="24"/>
          <w:szCs w:val="24"/>
        </w:rPr>
        <w:t xml:space="preserve">и </w:t>
      </w:r>
      <w:r w:rsidR="000B0C10">
        <w:rPr>
          <w:color w:val="000000"/>
          <w:sz w:val="24"/>
          <w:szCs w:val="24"/>
          <w:lang w:val="en-US"/>
        </w:rPr>
        <w:t>II</w:t>
      </w:r>
      <w:r w:rsidR="00EA0177">
        <w:rPr>
          <w:color w:val="000000"/>
          <w:sz w:val="24"/>
          <w:szCs w:val="24"/>
        </w:rPr>
        <w:t xml:space="preserve"> этап </w:t>
      </w:r>
      <w:r w:rsidR="0003706C">
        <w:rPr>
          <w:color w:val="000000"/>
          <w:sz w:val="24"/>
          <w:szCs w:val="24"/>
        </w:rPr>
        <w:t>–</w:t>
      </w:r>
      <w:r w:rsidR="00EA0177">
        <w:rPr>
          <w:color w:val="000000"/>
          <w:sz w:val="24"/>
          <w:szCs w:val="24"/>
        </w:rPr>
        <w:t xml:space="preserve"> ноябрь</w:t>
      </w:r>
      <w:r w:rsidR="0003706C">
        <w:rPr>
          <w:color w:val="000000"/>
          <w:sz w:val="24"/>
          <w:szCs w:val="24"/>
        </w:rPr>
        <w:t>.</w:t>
      </w:r>
    </w:p>
    <w:p w:rsidR="00796B1B" w:rsidRPr="00E9039B" w:rsidRDefault="002D00E7" w:rsidP="00796B1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 xml:space="preserve">2.2. </w:t>
      </w:r>
      <w:r w:rsidR="00796B1B" w:rsidRPr="00E9039B">
        <w:rPr>
          <w:sz w:val="24"/>
          <w:szCs w:val="24"/>
        </w:rPr>
        <w:t>Исполнитель обязуется совместно с постиранной спецодеждой передать Заказчику два экземпляра акта оказанных услуг</w:t>
      </w:r>
      <w:r w:rsidR="00E9039B" w:rsidRPr="00E9039B">
        <w:rPr>
          <w:sz w:val="24"/>
          <w:szCs w:val="24"/>
        </w:rPr>
        <w:t>.</w:t>
      </w:r>
    </w:p>
    <w:p w:rsidR="00796B1B" w:rsidRPr="00E9039B" w:rsidRDefault="00796B1B" w:rsidP="00796B1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>2.3. Услуги считаются оказанными после подписания Акта о выполнении работ по настоящему Договору двумя сторонами.</w:t>
      </w:r>
    </w:p>
    <w:p w:rsidR="002F7AA7" w:rsidRPr="00E9039B" w:rsidRDefault="002F7AA7" w:rsidP="007754F4">
      <w:pPr>
        <w:jc w:val="both"/>
        <w:rPr>
          <w:sz w:val="24"/>
          <w:szCs w:val="24"/>
        </w:rPr>
      </w:pPr>
    </w:p>
    <w:p w:rsidR="002D00E7" w:rsidRPr="00AA6791" w:rsidRDefault="00ED31AF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СТОИМОСТЬ УСЛУГ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A51445" w:rsidRDefault="002D00E7" w:rsidP="00E9039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 xml:space="preserve">3.1. </w:t>
      </w:r>
      <w:r w:rsidR="00CD42E7" w:rsidRPr="00E9039B">
        <w:rPr>
          <w:sz w:val="24"/>
          <w:szCs w:val="24"/>
        </w:rPr>
        <w:t>Расчет стоимости услуг определяется Исполнителем на основании утвержденных Исполнителем расценок</w:t>
      </w:r>
      <w:r w:rsidR="00E9039B" w:rsidRPr="00E9039B">
        <w:rPr>
          <w:sz w:val="24"/>
          <w:szCs w:val="24"/>
        </w:rPr>
        <w:t xml:space="preserve"> и фиксируется в заявке Заказчика</w:t>
      </w:r>
      <w:r w:rsidR="00B51095" w:rsidRPr="00E9039B">
        <w:rPr>
          <w:sz w:val="24"/>
          <w:szCs w:val="24"/>
        </w:rPr>
        <w:t>.</w:t>
      </w:r>
      <w:r w:rsidR="009777A9" w:rsidRPr="00E9039B">
        <w:rPr>
          <w:sz w:val="24"/>
          <w:szCs w:val="24"/>
        </w:rPr>
        <w:t xml:space="preserve"> </w:t>
      </w:r>
    </w:p>
    <w:p w:rsidR="00451615" w:rsidRPr="00E9039B" w:rsidRDefault="00451615" w:rsidP="00E903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 Сумма по насто</w:t>
      </w:r>
      <w:r w:rsidR="0003706C">
        <w:rPr>
          <w:sz w:val="24"/>
          <w:szCs w:val="24"/>
        </w:rPr>
        <w:t>ящему договору составляет _______________(__________</w:t>
      </w:r>
      <w:r>
        <w:rPr>
          <w:sz w:val="24"/>
          <w:szCs w:val="24"/>
        </w:rPr>
        <w:t xml:space="preserve">) рублей </w:t>
      </w:r>
      <w:r w:rsidR="0003706C">
        <w:rPr>
          <w:sz w:val="24"/>
          <w:szCs w:val="24"/>
        </w:rPr>
        <w:t>_____</w:t>
      </w:r>
      <w:r>
        <w:rPr>
          <w:sz w:val="24"/>
          <w:szCs w:val="24"/>
        </w:rPr>
        <w:t>копеек.</w:t>
      </w:r>
      <w:r w:rsidRPr="00451615">
        <w:rPr>
          <w:sz w:val="24"/>
          <w:szCs w:val="24"/>
        </w:rPr>
        <w:t xml:space="preserve"> </w:t>
      </w:r>
      <w:r>
        <w:rPr>
          <w:sz w:val="24"/>
          <w:szCs w:val="24"/>
        </w:rPr>
        <w:t>НДС не облагается.</w:t>
      </w:r>
      <w:r w:rsidR="0003706C">
        <w:rPr>
          <w:sz w:val="24"/>
          <w:szCs w:val="24"/>
        </w:rPr>
        <w:t xml:space="preserve"> Стоимость каждого этапа ________________(_________) рублей 00 копеек с</w:t>
      </w:r>
      <w:r w:rsidR="00841B01" w:rsidRPr="00451615">
        <w:rPr>
          <w:sz w:val="24"/>
          <w:szCs w:val="24"/>
        </w:rPr>
        <w:t xml:space="preserve"> </w:t>
      </w:r>
      <w:r w:rsidR="0003706C">
        <w:rPr>
          <w:sz w:val="24"/>
          <w:szCs w:val="24"/>
        </w:rPr>
        <w:t>НДС/без НДС.</w:t>
      </w:r>
    </w:p>
    <w:p w:rsidR="002D00E7" w:rsidRPr="00E9039B" w:rsidRDefault="00EA5E9B" w:rsidP="00E903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2D00E7" w:rsidRPr="00E9039B">
        <w:rPr>
          <w:sz w:val="24"/>
          <w:szCs w:val="24"/>
        </w:rPr>
        <w:t xml:space="preserve"> При изменении цены</w:t>
      </w:r>
      <w:r w:rsidR="002D5844" w:rsidRPr="00E9039B">
        <w:rPr>
          <w:sz w:val="24"/>
          <w:szCs w:val="24"/>
        </w:rPr>
        <w:t xml:space="preserve"> на</w:t>
      </w:r>
      <w:r w:rsidR="002D00E7" w:rsidRPr="00E9039B">
        <w:rPr>
          <w:sz w:val="24"/>
          <w:szCs w:val="24"/>
        </w:rPr>
        <w:t xml:space="preserve"> Услуг</w:t>
      </w:r>
      <w:r w:rsidR="002D5844" w:rsidRPr="00E9039B">
        <w:rPr>
          <w:sz w:val="24"/>
          <w:szCs w:val="24"/>
        </w:rPr>
        <w:t>и,</w:t>
      </w:r>
      <w:r w:rsidR="002D00E7" w:rsidRPr="00E9039B">
        <w:rPr>
          <w:sz w:val="24"/>
          <w:szCs w:val="24"/>
        </w:rPr>
        <w:t xml:space="preserve"> Исполнитель обязан уведомить об этом Заказчика за один месяц </w:t>
      </w:r>
      <w:r w:rsidR="00E9039B" w:rsidRPr="00E9039B">
        <w:rPr>
          <w:sz w:val="24"/>
          <w:szCs w:val="24"/>
        </w:rPr>
        <w:t xml:space="preserve">до даты введения новых цен </w:t>
      </w:r>
      <w:r w:rsidR="002D00E7" w:rsidRPr="00E9039B">
        <w:rPr>
          <w:sz w:val="24"/>
          <w:szCs w:val="24"/>
        </w:rPr>
        <w:t>в письменн</w:t>
      </w:r>
      <w:r w:rsidR="009973DD" w:rsidRPr="00E9039B">
        <w:rPr>
          <w:sz w:val="24"/>
          <w:szCs w:val="24"/>
        </w:rPr>
        <w:t>ой форме</w:t>
      </w:r>
      <w:r w:rsidR="002D00E7" w:rsidRPr="00E9039B">
        <w:rPr>
          <w:sz w:val="24"/>
          <w:szCs w:val="24"/>
        </w:rPr>
        <w:t>.</w:t>
      </w:r>
    </w:p>
    <w:p w:rsidR="00796B1B" w:rsidRPr="00E9039B" w:rsidRDefault="00796B1B" w:rsidP="00E9039B">
      <w:pPr>
        <w:ind w:firstLine="567"/>
        <w:jc w:val="both"/>
        <w:rPr>
          <w:sz w:val="24"/>
          <w:szCs w:val="24"/>
        </w:rPr>
      </w:pPr>
    </w:p>
    <w:p w:rsidR="002D00E7" w:rsidRPr="00AA6791" w:rsidRDefault="002D00E7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УСЛОВИЯ И ПОРЯДОК ОПЛАТЫ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E9039B" w:rsidRPr="00E9039B" w:rsidRDefault="0031257B" w:rsidP="00AB4C2A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 xml:space="preserve">4.1. </w:t>
      </w:r>
      <w:r w:rsidR="00E9039B" w:rsidRPr="00E9039B">
        <w:rPr>
          <w:sz w:val="24"/>
          <w:szCs w:val="24"/>
        </w:rPr>
        <w:t xml:space="preserve">Оплата оказанных работ производится Заказчиком в течение </w:t>
      </w:r>
      <w:r w:rsidR="00713FB4">
        <w:rPr>
          <w:sz w:val="24"/>
          <w:szCs w:val="24"/>
        </w:rPr>
        <w:t>2</w:t>
      </w:r>
      <w:r w:rsidR="00AB4C2A">
        <w:rPr>
          <w:sz w:val="24"/>
          <w:szCs w:val="24"/>
        </w:rPr>
        <w:t xml:space="preserve">0-ти календарных </w:t>
      </w:r>
      <w:r w:rsidR="00AB4C2A" w:rsidRPr="00E9039B">
        <w:rPr>
          <w:sz w:val="24"/>
          <w:szCs w:val="24"/>
        </w:rPr>
        <w:t>дней</w:t>
      </w:r>
      <w:r w:rsidR="00E9039B" w:rsidRPr="00E9039B">
        <w:rPr>
          <w:sz w:val="24"/>
          <w:szCs w:val="24"/>
        </w:rPr>
        <w:t xml:space="preserve"> с момента подписания акта выполненных работ путем безналичного платеж</w:t>
      </w:r>
      <w:r w:rsidR="00EA5E9B">
        <w:rPr>
          <w:sz w:val="24"/>
          <w:szCs w:val="24"/>
        </w:rPr>
        <w:t xml:space="preserve">а на расчетный счет Исполнителя </w:t>
      </w:r>
      <w:r w:rsidR="006B79B4">
        <w:rPr>
          <w:sz w:val="24"/>
          <w:szCs w:val="24"/>
        </w:rPr>
        <w:t xml:space="preserve">равными частями </w:t>
      </w:r>
      <w:r w:rsidR="00BD7404">
        <w:rPr>
          <w:sz w:val="24"/>
          <w:szCs w:val="24"/>
        </w:rPr>
        <w:t>по каждому этапу.</w:t>
      </w:r>
    </w:p>
    <w:p w:rsidR="00E9039B" w:rsidRPr="00E9039B" w:rsidRDefault="00E9039B" w:rsidP="00E9039B">
      <w:pPr>
        <w:pStyle w:val="a4"/>
        <w:tabs>
          <w:tab w:val="left" w:pos="9846"/>
        </w:tabs>
        <w:ind w:right="-54" w:firstLine="567"/>
        <w:rPr>
          <w:sz w:val="24"/>
          <w:szCs w:val="24"/>
        </w:rPr>
      </w:pPr>
      <w:r w:rsidRPr="00E9039B">
        <w:rPr>
          <w:sz w:val="24"/>
          <w:szCs w:val="24"/>
        </w:rPr>
        <w:t>4</w:t>
      </w:r>
      <w:r w:rsidR="00AB4C2A">
        <w:rPr>
          <w:sz w:val="24"/>
          <w:szCs w:val="24"/>
        </w:rPr>
        <w:t>.2</w:t>
      </w:r>
      <w:r w:rsidRPr="00E9039B">
        <w:rPr>
          <w:sz w:val="24"/>
          <w:szCs w:val="24"/>
        </w:rPr>
        <w:t>. Датой оплаты Товара считается дата списания денежных средств с расчетного счета Покупателя.</w:t>
      </w:r>
    </w:p>
    <w:p w:rsidR="00C950A6" w:rsidRPr="00E9039B" w:rsidRDefault="00C950A6" w:rsidP="002D5844">
      <w:pPr>
        <w:jc w:val="both"/>
        <w:rPr>
          <w:sz w:val="24"/>
          <w:szCs w:val="24"/>
        </w:rPr>
      </w:pPr>
    </w:p>
    <w:p w:rsidR="002D00E7" w:rsidRPr="00AA6791" w:rsidRDefault="002D00E7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ОТВЕТСТВЕННОСТЬ СТОРОН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796B1B" w:rsidRPr="00E9039B" w:rsidRDefault="002D00E7" w:rsidP="00796B1B">
      <w:pPr>
        <w:pStyle w:val="a6"/>
        <w:numPr>
          <w:ilvl w:val="1"/>
          <w:numId w:val="3"/>
        </w:numPr>
        <w:tabs>
          <w:tab w:val="left" w:pos="709"/>
        </w:tabs>
        <w:spacing w:before="0" w:after="0"/>
        <w:ind w:firstLine="567"/>
        <w:jc w:val="both"/>
      </w:pPr>
      <w:r w:rsidRPr="00E9039B">
        <w:t xml:space="preserve">5.1. </w:t>
      </w:r>
      <w:r w:rsidR="00796B1B" w:rsidRPr="00E9039B">
        <w:t xml:space="preserve">За нарушение сроков выполнения работ, предусмотренных настоящим Договором, Заказчик вправе предъявить Исполнителю пеню в размере 0,1% от стоимости договора за каждый день просрочки. </w:t>
      </w:r>
    </w:p>
    <w:p w:rsidR="00796B1B" w:rsidRPr="00E9039B" w:rsidRDefault="00796B1B" w:rsidP="00796B1B">
      <w:pPr>
        <w:pStyle w:val="a4"/>
        <w:numPr>
          <w:ilvl w:val="0"/>
          <w:numId w:val="3"/>
        </w:numPr>
        <w:tabs>
          <w:tab w:val="left" w:pos="9923"/>
        </w:tabs>
        <w:ind w:right="-54" w:firstLine="567"/>
        <w:rPr>
          <w:sz w:val="24"/>
          <w:szCs w:val="24"/>
        </w:rPr>
      </w:pPr>
      <w:r w:rsidRPr="00E9039B">
        <w:rPr>
          <w:sz w:val="24"/>
          <w:szCs w:val="24"/>
        </w:rPr>
        <w:lastRenderedPageBreak/>
        <w:t xml:space="preserve">Уплата указанного </w:t>
      </w:r>
      <w:r w:rsidR="00AB4C2A" w:rsidRPr="00E9039B">
        <w:rPr>
          <w:sz w:val="24"/>
          <w:szCs w:val="24"/>
        </w:rPr>
        <w:t>штрафа может</w:t>
      </w:r>
      <w:r w:rsidRPr="00E9039B">
        <w:rPr>
          <w:sz w:val="24"/>
          <w:szCs w:val="24"/>
        </w:rPr>
        <w:t xml:space="preserve"> производиться путем уменьшения суммы платежа по настоящему договору на сумму начисленного штрафа.</w:t>
      </w:r>
    </w:p>
    <w:p w:rsidR="002D5844" w:rsidRPr="00E9039B" w:rsidRDefault="00796B1B" w:rsidP="00796B1B">
      <w:pPr>
        <w:pStyle w:val="a6"/>
        <w:numPr>
          <w:ilvl w:val="1"/>
          <w:numId w:val="3"/>
        </w:numPr>
        <w:tabs>
          <w:tab w:val="left" w:pos="709"/>
        </w:tabs>
        <w:spacing w:before="0" w:after="0"/>
        <w:ind w:firstLine="567"/>
        <w:jc w:val="both"/>
      </w:pPr>
      <w:r w:rsidRPr="00E9039B">
        <w:t xml:space="preserve">5.2. </w:t>
      </w:r>
      <w:r w:rsidR="002D5844" w:rsidRPr="00E9039B">
        <w:t>Стороны несут иную ответственность, не предусмотренную настоящей главой, но установле</w:t>
      </w:r>
      <w:r w:rsidR="000F29EB" w:rsidRPr="00E9039B">
        <w:t xml:space="preserve">нную другими положениями настоящего договора и </w:t>
      </w:r>
      <w:r w:rsidR="002D5844" w:rsidRPr="00E9039B">
        <w:t>действующим законодательством</w:t>
      </w:r>
      <w:r w:rsidR="00B52F9E" w:rsidRPr="00E9039B">
        <w:t xml:space="preserve"> РФ.</w:t>
      </w:r>
    </w:p>
    <w:p w:rsidR="00796B1B" w:rsidRPr="00E9039B" w:rsidRDefault="00796B1B" w:rsidP="002D5844">
      <w:pPr>
        <w:jc w:val="center"/>
        <w:rPr>
          <w:b/>
          <w:sz w:val="24"/>
          <w:szCs w:val="24"/>
        </w:rPr>
      </w:pPr>
    </w:p>
    <w:p w:rsidR="002D5844" w:rsidRPr="00AA6791" w:rsidRDefault="002D5844" w:rsidP="00AA6791">
      <w:pPr>
        <w:pStyle w:val="a9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AA6791">
        <w:rPr>
          <w:b/>
          <w:sz w:val="24"/>
          <w:szCs w:val="24"/>
        </w:rPr>
        <w:t>ПОРЯДОК УРЕГУЛИРОВАНИЯ СПОРОВ</w:t>
      </w:r>
    </w:p>
    <w:p w:rsidR="00AA6791" w:rsidRPr="00AA6791" w:rsidRDefault="00AA6791" w:rsidP="00AA6791">
      <w:pPr>
        <w:pStyle w:val="a9"/>
        <w:rPr>
          <w:b/>
          <w:sz w:val="24"/>
          <w:szCs w:val="24"/>
        </w:rPr>
      </w:pPr>
    </w:p>
    <w:p w:rsidR="00E9039B" w:rsidRDefault="002D5844" w:rsidP="00EC689E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>6.1. Претензионный (досудебный) порядок урегулирования споров по настоящему Договору является обязательным.</w:t>
      </w:r>
      <w:bookmarkStart w:id="0" w:name="_GoBack"/>
      <w:bookmarkEnd w:id="0"/>
    </w:p>
    <w:p w:rsidR="00B23E59" w:rsidRPr="00E9039B" w:rsidRDefault="002D5844" w:rsidP="00796B1B">
      <w:pPr>
        <w:ind w:firstLine="567"/>
        <w:jc w:val="both"/>
        <w:rPr>
          <w:spacing w:val="-6"/>
          <w:sz w:val="24"/>
          <w:szCs w:val="24"/>
        </w:rPr>
      </w:pPr>
      <w:r w:rsidRPr="00E9039B">
        <w:rPr>
          <w:sz w:val="24"/>
          <w:szCs w:val="24"/>
        </w:rPr>
        <w:t xml:space="preserve">6.2. </w:t>
      </w:r>
      <w:r w:rsidR="00E62605" w:rsidRPr="00E9039B">
        <w:rPr>
          <w:sz w:val="24"/>
          <w:szCs w:val="24"/>
        </w:rPr>
        <w:t xml:space="preserve">Все споры, возникающие между Сторонами по настоящему Договору или в связи с ним, разрешаются путем переговоров, в случае невозможности разрешения разногласий они подлежат рассмотрению в </w:t>
      </w:r>
      <w:r w:rsidR="00E62605" w:rsidRPr="00E9039B">
        <w:rPr>
          <w:spacing w:val="-5"/>
          <w:sz w:val="24"/>
          <w:szCs w:val="24"/>
        </w:rPr>
        <w:t xml:space="preserve">Арбитражном суде </w:t>
      </w:r>
      <w:r w:rsidR="00796B1B" w:rsidRPr="00E9039B">
        <w:rPr>
          <w:spacing w:val="-5"/>
          <w:sz w:val="24"/>
          <w:szCs w:val="24"/>
        </w:rPr>
        <w:t>Оренбургской области</w:t>
      </w:r>
      <w:r w:rsidR="00E62605" w:rsidRPr="00E9039B">
        <w:rPr>
          <w:spacing w:val="-6"/>
          <w:sz w:val="24"/>
          <w:szCs w:val="24"/>
        </w:rPr>
        <w:t>.</w:t>
      </w:r>
    </w:p>
    <w:p w:rsidR="00B23E59" w:rsidRPr="00E9039B" w:rsidRDefault="00B23E59" w:rsidP="00E62605">
      <w:pPr>
        <w:jc w:val="both"/>
        <w:rPr>
          <w:spacing w:val="-6"/>
          <w:sz w:val="24"/>
          <w:szCs w:val="24"/>
        </w:rPr>
      </w:pPr>
    </w:p>
    <w:p w:rsidR="00B23E59" w:rsidRDefault="00B23E59" w:rsidP="0094660E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4"/>
          <w:szCs w:val="24"/>
        </w:rPr>
      </w:pPr>
      <w:r w:rsidRPr="00E9039B">
        <w:rPr>
          <w:b/>
          <w:sz w:val="24"/>
          <w:szCs w:val="24"/>
        </w:rPr>
        <w:t>С</w:t>
      </w:r>
      <w:r w:rsidR="00CB263A" w:rsidRPr="00E9039B">
        <w:rPr>
          <w:b/>
          <w:sz w:val="24"/>
          <w:szCs w:val="24"/>
        </w:rPr>
        <w:t>РОК ДЕЙСТВИЯ ДОГОВОРА</w:t>
      </w:r>
    </w:p>
    <w:p w:rsidR="00AA6791" w:rsidRPr="00E9039B" w:rsidRDefault="00AA6791" w:rsidP="00AA6791">
      <w:pPr>
        <w:widowControl/>
        <w:autoSpaceDE/>
        <w:autoSpaceDN/>
        <w:adjustRightInd/>
        <w:ind w:left="720"/>
        <w:rPr>
          <w:b/>
          <w:sz w:val="24"/>
          <w:szCs w:val="24"/>
        </w:rPr>
      </w:pPr>
    </w:p>
    <w:p w:rsidR="00B23E59" w:rsidRPr="002A579D" w:rsidRDefault="00383A1C" w:rsidP="002A579D">
      <w:pPr>
        <w:pStyle w:val="a9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color w:val="000000"/>
          <w:spacing w:val="-3"/>
          <w:sz w:val="24"/>
          <w:szCs w:val="24"/>
        </w:rPr>
      </w:pPr>
      <w:r w:rsidRPr="002A579D">
        <w:rPr>
          <w:color w:val="000000"/>
          <w:spacing w:val="-3"/>
          <w:sz w:val="24"/>
          <w:szCs w:val="24"/>
        </w:rPr>
        <w:t>Настоящий Договор вступает в силу с момента подписания сто</w:t>
      </w:r>
      <w:r w:rsidR="002C4C9B" w:rsidRPr="002A579D">
        <w:rPr>
          <w:color w:val="000000"/>
          <w:spacing w:val="-3"/>
          <w:sz w:val="24"/>
          <w:szCs w:val="24"/>
        </w:rPr>
        <w:t xml:space="preserve">ронами и действует до 31.12.2025 </w:t>
      </w:r>
      <w:r w:rsidRPr="002A579D">
        <w:rPr>
          <w:color w:val="000000"/>
          <w:spacing w:val="-3"/>
          <w:sz w:val="24"/>
          <w:szCs w:val="24"/>
        </w:rPr>
        <w:t>года, а в частности расчетов – до полного его завершения. В случае, если не позднее, чем за 30 календарных дней (тридцать) до истечения указанного срока действия настоящего Договора ни одна из Сторон не заявит о своем намерении расторгнуть настоящий Договор или заключить новый Договор на существенно новых условиях, настоящий Договор продлевается (пролонгируется) на следующий 12-ти месячный срок и так далее.</w:t>
      </w:r>
    </w:p>
    <w:p w:rsidR="002A579D" w:rsidRPr="002A579D" w:rsidRDefault="002A579D" w:rsidP="002A579D">
      <w:pPr>
        <w:pStyle w:val="a9"/>
        <w:numPr>
          <w:ilvl w:val="1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082745">
        <w:rPr>
          <w:color w:val="000000"/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B23E59" w:rsidRDefault="00B23E59" w:rsidP="00E9039B">
      <w:pPr>
        <w:ind w:firstLine="567"/>
        <w:jc w:val="both"/>
        <w:rPr>
          <w:sz w:val="24"/>
          <w:szCs w:val="24"/>
        </w:rPr>
      </w:pPr>
      <w:r w:rsidRPr="00E9039B">
        <w:rPr>
          <w:sz w:val="24"/>
          <w:szCs w:val="24"/>
        </w:rPr>
        <w:t>7.2. Настоящий договор может быть расторгнут досрочно по соглашению сторон, а также в одностороннем порядке в случае существенного нарушения одной из сторон условий договора.</w:t>
      </w:r>
    </w:p>
    <w:p w:rsidR="002B633A" w:rsidRPr="00E9039B" w:rsidRDefault="002B633A" w:rsidP="00E9039B">
      <w:pPr>
        <w:ind w:firstLine="567"/>
        <w:jc w:val="both"/>
        <w:rPr>
          <w:sz w:val="24"/>
          <w:szCs w:val="24"/>
        </w:rPr>
      </w:pPr>
    </w:p>
    <w:p w:rsidR="002B633A" w:rsidRDefault="002B633A" w:rsidP="00AA6791">
      <w:pPr>
        <w:pStyle w:val="a7"/>
        <w:numPr>
          <w:ilvl w:val="0"/>
          <w:numId w:val="2"/>
        </w:numPr>
        <w:tabs>
          <w:tab w:val="left" w:pos="1134"/>
        </w:tabs>
        <w:spacing w:after="0"/>
        <w:ind w:right="57"/>
        <w:jc w:val="center"/>
        <w:rPr>
          <w:b/>
        </w:rPr>
      </w:pPr>
      <w:bookmarkStart w:id="1" w:name="OLE_LINK1"/>
      <w:r w:rsidRPr="00C57639">
        <w:rPr>
          <w:b/>
        </w:rPr>
        <w:t>АНТИКОРРУПЦИОННЫЕ УСЛОВИЯ</w:t>
      </w:r>
    </w:p>
    <w:p w:rsidR="00AA6791" w:rsidRPr="00C57639" w:rsidRDefault="00AA6791" w:rsidP="00AA6791">
      <w:pPr>
        <w:pStyle w:val="a7"/>
        <w:tabs>
          <w:tab w:val="left" w:pos="1134"/>
        </w:tabs>
        <w:spacing w:after="0"/>
        <w:ind w:left="720" w:right="57"/>
        <w:rPr>
          <w:b/>
        </w:rPr>
      </w:pP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2B633A">
        <w:t>8</w:t>
      </w:r>
      <w:r w:rsidRPr="005F5627">
        <w:t>.1</w:t>
      </w:r>
      <w:r>
        <w:t>.</w:t>
      </w:r>
      <w:r w:rsidRPr="00C57639">
        <w:t xml:space="preserve"> Стороны в рамках всех договорных отношений, возник</w:t>
      </w:r>
      <w:r>
        <w:t>ших с момента заключения Догово</w:t>
      </w:r>
      <w:r w:rsidRPr="00C57639">
        <w:t>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C57639">
        <w:t>- запрет предл</w:t>
      </w:r>
      <w:r w:rsidR="002C4C9B">
        <w:t>ожения или представления, а так</w:t>
      </w:r>
      <w:r w:rsidRPr="00C57639">
        <w:t>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C57639"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C57639"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2B633A">
        <w:t>8</w:t>
      </w:r>
      <w:r w:rsidRPr="005F5627">
        <w:t>.2</w:t>
      </w:r>
      <w:r>
        <w:t>.</w:t>
      </w:r>
      <w:r w:rsidRPr="005F5627">
        <w:t xml:space="preserve"> </w:t>
      </w:r>
      <w:r w:rsidRPr="00C57639">
        <w:t xml:space="preserve"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</w:t>
      </w:r>
      <w:r w:rsidRPr="00C57639">
        <w:lastRenderedPageBreak/>
        <w:t>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B633A" w:rsidRPr="00C57639" w:rsidRDefault="002B633A" w:rsidP="002B633A">
      <w:pPr>
        <w:pStyle w:val="a7"/>
        <w:spacing w:after="0"/>
        <w:ind w:right="57" w:firstLine="567"/>
        <w:jc w:val="both"/>
      </w:pPr>
      <w:r w:rsidRPr="002B633A">
        <w:t>8</w:t>
      </w:r>
      <w:r w:rsidRPr="005F5627">
        <w:t>.3</w:t>
      </w:r>
      <w:r>
        <w:t>.</w:t>
      </w:r>
      <w:r w:rsidRPr="00C57639">
        <w:t xml:space="preserve">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bookmarkEnd w:id="1"/>
    <w:p w:rsidR="00B23E59" w:rsidRPr="00E9039B" w:rsidRDefault="00B23E59" w:rsidP="00B23E59">
      <w:pPr>
        <w:jc w:val="center"/>
        <w:rPr>
          <w:b/>
          <w:sz w:val="24"/>
          <w:szCs w:val="24"/>
        </w:rPr>
      </w:pPr>
    </w:p>
    <w:p w:rsidR="00B23E59" w:rsidRDefault="005103AC" w:rsidP="002B633A">
      <w:pPr>
        <w:widowControl/>
        <w:numPr>
          <w:ilvl w:val="0"/>
          <w:numId w:val="4"/>
        </w:numPr>
        <w:autoSpaceDE/>
        <w:autoSpaceDN/>
        <w:adjustRightInd/>
        <w:jc w:val="center"/>
        <w:rPr>
          <w:b/>
          <w:sz w:val="24"/>
          <w:szCs w:val="24"/>
        </w:rPr>
      </w:pPr>
      <w:r w:rsidRPr="00E9039B">
        <w:rPr>
          <w:b/>
          <w:sz w:val="24"/>
          <w:szCs w:val="24"/>
        </w:rPr>
        <w:t>ЗАКЛЮЧИТЕЛЬНЫЕ ПОЛОЖЕНИЯ</w:t>
      </w:r>
    </w:p>
    <w:p w:rsidR="00AA6791" w:rsidRPr="00E9039B" w:rsidRDefault="00AA6791" w:rsidP="00AA6791">
      <w:pPr>
        <w:widowControl/>
        <w:autoSpaceDE/>
        <w:autoSpaceDN/>
        <w:adjustRightInd/>
        <w:ind w:left="1080"/>
        <w:rPr>
          <w:b/>
          <w:sz w:val="24"/>
          <w:szCs w:val="24"/>
        </w:rPr>
      </w:pPr>
    </w:p>
    <w:p w:rsidR="00B23E59" w:rsidRPr="00E9039B" w:rsidRDefault="002B633A" w:rsidP="00796B1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23E59" w:rsidRPr="00E9039B">
        <w:rPr>
          <w:sz w:val="24"/>
          <w:szCs w:val="24"/>
        </w:rPr>
        <w:t>.1. Все изменения и дополнения к договору должны быть составлены в письменной форме, подписаны полномочными представителями сторон и являются неотъемлемой частью настоящего договора.</w:t>
      </w:r>
    </w:p>
    <w:p w:rsidR="00B23E59" w:rsidRPr="00E9039B" w:rsidRDefault="002B633A" w:rsidP="00796B1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23E59" w:rsidRPr="00E9039B">
        <w:rPr>
          <w:sz w:val="24"/>
          <w:szCs w:val="24"/>
        </w:rPr>
        <w:t>.2. Любая из сторон в случае изменения своих адресов и реквизитов, указанных ниже обязана незамедлительно проинформировать об этом другую сторону.</w:t>
      </w:r>
    </w:p>
    <w:p w:rsidR="00B23E59" w:rsidRPr="00E9039B" w:rsidRDefault="002B633A" w:rsidP="00796B1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41C56" w:rsidRPr="00E9039B">
        <w:rPr>
          <w:sz w:val="24"/>
          <w:szCs w:val="24"/>
        </w:rPr>
        <w:t>.</w:t>
      </w:r>
      <w:r w:rsidRPr="001116DA">
        <w:rPr>
          <w:sz w:val="24"/>
          <w:szCs w:val="24"/>
        </w:rPr>
        <w:t>3</w:t>
      </w:r>
      <w:r w:rsidR="00941C56" w:rsidRPr="00E9039B">
        <w:rPr>
          <w:sz w:val="24"/>
          <w:szCs w:val="24"/>
        </w:rPr>
        <w:t>.  Настоящий Д</w:t>
      </w:r>
      <w:r w:rsidR="00B23E59" w:rsidRPr="00E9039B">
        <w:rPr>
          <w:sz w:val="24"/>
          <w:szCs w:val="24"/>
        </w:rPr>
        <w:t>оговор составлен в двух идентичных, оригинальных экземплярах (по одному для каждой стороны), которые имеют одинаковую юридическую силу.</w:t>
      </w:r>
    </w:p>
    <w:p w:rsidR="00B23E59" w:rsidRPr="00E9039B" w:rsidRDefault="00B23E59" w:rsidP="00B23E59">
      <w:pPr>
        <w:jc w:val="center"/>
        <w:rPr>
          <w:b/>
          <w:sz w:val="24"/>
          <w:szCs w:val="24"/>
        </w:rPr>
      </w:pPr>
    </w:p>
    <w:p w:rsidR="002D5844" w:rsidRPr="00E9039B" w:rsidRDefault="002B633A" w:rsidP="007023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7023E6" w:rsidRPr="00E9039B">
        <w:rPr>
          <w:b/>
          <w:sz w:val="24"/>
          <w:szCs w:val="24"/>
        </w:rPr>
        <w:t xml:space="preserve">. </w:t>
      </w:r>
      <w:r w:rsidR="002D5844" w:rsidRPr="00E9039B">
        <w:rPr>
          <w:b/>
          <w:sz w:val="24"/>
          <w:szCs w:val="24"/>
        </w:rPr>
        <w:t>АДРЕСА И РЕКВИЗИТЫ СТОРОН:</w:t>
      </w:r>
    </w:p>
    <w:p w:rsidR="000E4DE6" w:rsidRPr="000B3B1F" w:rsidRDefault="000E4DE6" w:rsidP="007023E6">
      <w:pPr>
        <w:jc w:val="center"/>
        <w:rPr>
          <w:b/>
          <w:sz w:val="24"/>
          <w:szCs w:val="24"/>
        </w:rPr>
      </w:pPr>
    </w:p>
    <w:tbl>
      <w:tblPr>
        <w:tblW w:w="10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19"/>
        <w:gridCol w:w="429"/>
        <w:gridCol w:w="4732"/>
      </w:tblGrid>
      <w:tr w:rsidR="00781D30" w:rsidRPr="000B3B1F" w:rsidTr="002A579D">
        <w:trPr>
          <w:trHeight w:val="6847"/>
        </w:trPr>
        <w:tc>
          <w:tcPr>
            <w:tcW w:w="5019" w:type="dxa"/>
          </w:tcPr>
          <w:p w:rsidR="00781D30" w:rsidRPr="000B3B1F" w:rsidRDefault="00781D30" w:rsidP="002A579D">
            <w:pPr>
              <w:rPr>
                <w:b/>
                <w:sz w:val="24"/>
                <w:szCs w:val="24"/>
              </w:rPr>
            </w:pPr>
            <w:r w:rsidRPr="000B3B1F">
              <w:rPr>
                <w:b/>
                <w:sz w:val="24"/>
                <w:szCs w:val="24"/>
              </w:rPr>
              <w:t>«Исполнитель»</w:t>
            </w:r>
          </w:p>
          <w:p w:rsidR="000E4DE6" w:rsidRDefault="000E4DE6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2C4C9B" w:rsidRDefault="002C4C9B" w:rsidP="00781D30">
            <w:pPr>
              <w:rPr>
                <w:sz w:val="24"/>
                <w:szCs w:val="24"/>
              </w:rPr>
            </w:pPr>
          </w:p>
          <w:p w:rsidR="000E4DE6" w:rsidRPr="000B3B1F" w:rsidRDefault="000E4DE6" w:rsidP="00781D30">
            <w:pPr>
              <w:rPr>
                <w:sz w:val="24"/>
                <w:szCs w:val="24"/>
              </w:rPr>
            </w:pPr>
          </w:p>
          <w:p w:rsidR="000E4DE6" w:rsidRDefault="000E4DE6" w:rsidP="00781D30">
            <w:pPr>
              <w:rPr>
                <w:sz w:val="24"/>
                <w:szCs w:val="24"/>
              </w:rPr>
            </w:pPr>
          </w:p>
          <w:p w:rsidR="005103AC" w:rsidRDefault="005103AC" w:rsidP="00781D30">
            <w:pPr>
              <w:rPr>
                <w:sz w:val="24"/>
                <w:szCs w:val="24"/>
              </w:rPr>
            </w:pPr>
          </w:p>
          <w:p w:rsidR="00AD5DAC" w:rsidRDefault="00AD5DAC" w:rsidP="00781D30">
            <w:pPr>
              <w:rPr>
                <w:sz w:val="24"/>
                <w:szCs w:val="24"/>
              </w:rPr>
            </w:pPr>
          </w:p>
          <w:p w:rsidR="00AD5DAC" w:rsidRDefault="00AD5DAC" w:rsidP="00781D30">
            <w:pPr>
              <w:rPr>
                <w:sz w:val="24"/>
                <w:szCs w:val="24"/>
              </w:rPr>
            </w:pPr>
          </w:p>
          <w:p w:rsidR="00AD5DAC" w:rsidRDefault="00AD5DAC" w:rsidP="00781D30">
            <w:pPr>
              <w:rPr>
                <w:sz w:val="24"/>
                <w:szCs w:val="24"/>
              </w:rPr>
            </w:pPr>
          </w:p>
          <w:p w:rsidR="00AD5DAC" w:rsidRDefault="00AD5DAC" w:rsidP="00781D30">
            <w:pPr>
              <w:rPr>
                <w:sz w:val="24"/>
                <w:szCs w:val="24"/>
              </w:rPr>
            </w:pPr>
          </w:p>
          <w:p w:rsidR="00781D30" w:rsidRDefault="0033030E" w:rsidP="000E4DE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0E4DE6" w:rsidRPr="000B3B1F">
              <w:rPr>
                <w:b/>
                <w:sz w:val="24"/>
                <w:szCs w:val="24"/>
              </w:rPr>
              <w:t>иректор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33030E" w:rsidRDefault="0033030E" w:rsidP="000E4DE6">
            <w:pPr>
              <w:jc w:val="both"/>
              <w:rPr>
                <w:b/>
                <w:sz w:val="24"/>
                <w:szCs w:val="24"/>
              </w:rPr>
            </w:pPr>
          </w:p>
          <w:p w:rsidR="0033030E" w:rsidRDefault="0033030E" w:rsidP="000E4DE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</w:t>
            </w:r>
            <w:r w:rsidR="002C4C9B">
              <w:rPr>
                <w:b/>
                <w:sz w:val="24"/>
                <w:szCs w:val="24"/>
              </w:rPr>
              <w:t>/__________________</w:t>
            </w:r>
          </w:p>
          <w:p w:rsidR="006E2A6D" w:rsidRDefault="006E2A6D" w:rsidP="000E4DE6">
            <w:pPr>
              <w:jc w:val="both"/>
              <w:rPr>
                <w:b/>
                <w:sz w:val="24"/>
                <w:szCs w:val="24"/>
              </w:rPr>
            </w:pPr>
          </w:p>
          <w:p w:rsidR="006E2A6D" w:rsidRDefault="006E2A6D" w:rsidP="000E4DE6">
            <w:pPr>
              <w:jc w:val="both"/>
              <w:rPr>
                <w:b/>
                <w:sz w:val="24"/>
                <w:szCs w:val="24"/>
              </w:rPr>
            </w:pPr>
          </w:p>
          <w:p w:rsidR="006E2A6D" w:rsidRPr="006E2A6D" w:rsidRDefault="006E2A6D" w:rsidP="000E4DE6">
            <w:pPr>
              <w:jc w:val="both"/>
              <w:rPr>
                <w:sz w:val="24"/>
                <w:szCs w:val="24"/>
              </w:rPr>
            </w:pPr>
            <w:r w:rsidRPr="006E2A6D">
              <w:rPr>
                <w:sz w:val="24"/>
                <w:szCs w:val="24"/>
              </w:rPr>
              <w:t>М.П.</w:t>
            </w:r>
          </w:p>
          <w:p w:rsidR="006E2A6D" w:rsidRPr="000B3B1F" w:rsidRDefault="006E2A6D" w:rsidP="000E4D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781D30" w:rsidRPr="000B3B1F" w:rsidRDefault="00781D30" w:rsidP="004960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32" w:type="dxa"/>
          </w:tcPr>
          <w:p w:rsidR="00781D30" w:rsidRPr="000B3B1F" w:rsidRDefault="00781D30" w:rsidP="002A579D">
            <w:pPr>
              <w:rPr>
                <w:b/>
                <w:sz w:val="24"/>
                <w:szCs w:val="24"/>
              </w:rPr>
            </w:pPr>
            <w:r w:rsidRPr="000B3B1F">
              <w:rPr>
                <w:b/>
                <w:sz w:val="24"/>
                <w:szCs w:val="24"/>
              </w:rPr>
              <w:t>«Заказчик»</w:t>
            </w:r>
          </w:p>
          <w:p w:rsidR="00781D30" w:rsidRPr="000B3B1F" w:rsidRDefault="006B1B66" w:rsidP="004960B6">
            <w:pPr>
              <w:rPr>
                <w:b/>
                <w:sz w:val="24"/>
                <w:szCs w:val="24"/>
              </w:rPr>
            </w:pPr>
            <w:r w:rsidRPr="000B3B1F">
              <w:rPr>
                <w:b/>
                <w:sz w:val="24"/>
                <w:szCs w:val="24"/>
              </w:rPr>
              <w:t>ОО</w:t>
            </w:r>
            <w:r w:rsidR="00B217AF" w:rsidRPr="000B3B1F">
              <w:rPr>
                <w:b/>
                <w:sz w:val="24"/>
                <w:szCs w:val="24"/>
              </w:rPr>
              <w:t>О «</w:t>
            </w:r>
            <w:r w:rsidRPr="000B3B1F">
              <w:rPr>
                <w:b/>
                <w:sz w:val="24"/>
                <w:szCs w:val="24"/>
              </w:rPr>
              <w:t>Руссоль</w:t>
            </w:r>
            <w:r w:rsidR="00B217AF" w:rsidRPr="000B3B1F">
              <w:rPr>
                <w:b/>
                <w:sz w:val="24"/>
                <w:szCs w:val="24"/>
              </w:rPr>
              <w:t>»</w:t>
            </w:r>
          </w:p>
          <w:p w:rsidR="002C4C9B" w:rsidRPr="002C4C9B" w:rsidRDefault="002C4C9B" w:rsidP="002C4C9B">
            <w:pPr>
              <w:ind w:left="820" w:right="1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 xml:space="preserve">460009, Российская Федерация, </w:t>
            </w:r>
          </w:p>
          <w:p w:rsidR="002C4C9B" w:rsidRPr="002C4C9B" w:rsidRDefault="002C4C9B" w:rsidP="002C4C9B">
            <w:pPr>
              <w:ind w:left="820" w:right="1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Оренбургская область, город Оренбург</w:t>
            </w:r>
          </w:p>
          <w:p w:rsidR="002C4C9B" w:rsidRPr="002C4C9B" w:rsidRDefault="002C4C9B" w:rsidP="002C4C9B">
            <w:pPr>
              <w:ind w:right="120" w:hanging="2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городской округ, город Оренбург, улица Цвиллинга, здание № 61/1</w:t>
            </w:r>
          </w:p>
          <w:p w:rsidR="002C4C9B" w:rsidRPr="002C4C9B" w:rsidRDefault="002C4C9B" w:rsidP="002C4C9B">
            <w:pPr>
              <w:ind w:left="820" w:right="1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ОГРН 1085658025650</w:t>
            </w:r>
          </w:p>
          <w:p w:rsidR="002C4C9B" w:rsidRPr="002C4C9B" w:rsidRDefault="002C4C9B" w:rsidP="002C4C9B">
            <w:pPr>
              <w:tabs>
                <w:tab w:val="left" w:pos="7596"/>
                <w:tab w:val="left" w:pos="7992"/>
              </w:tabs>
              <w:ind w:left="8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ИНН/КПП 5611055980/997550001</w:t>
            </w:r>
          </w:p>
          <w:p w:rsidR="002C4C9B" w:rsidRPr="002C4C9B" w:rsidRDefault="002C4C9B" w:rsidP="002C4C9B">
            <w:pPr>
              <w:tabs>
                <w:tab w:val="left" w:pos="7596"/>
                <w:tab w:val="left" w:pos="7992"/>
              </w:tabs>
              <w:ind w:left="8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БИК: 044525823</w:t>
            </w:r>
          </w:p>
          <w:p w:rsidR="002C4C9B" w:rsidRPr="002C4C9B" w:rsidRDefault="002C4C9B" w:rsidP="002C4C9B">
            <w:pPr>
              <w:ind w:left="8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к/с: 30101810200000000823</w:t>
            </w:r>
          </w:p>
          <w:p w:rsidR="002C4C9B" w:rsidRPr="002C4C9B" w:rsidRDefault="002C4C9B" w:rsidP="002C4C9B">
            <w:pPr>
              <w:tabs>
                <w:tab w:val="left" w:pos="7596"/>
                <w:tab w:val="left" w:pos="7992"/>
              </w:tabs>
              <w:ind w:left="8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 xml:space="preserve">Наименование банка: БАНК ГПБ (АО) </w:t>
            </w:r>
          </w:p>
          <w:p w:rsidR="002C4C9B" w:rsidRPr="002C4C9B" w:rsidRDefault="002C4C9B" w:rsidP="002C4C9B">
            <w:pPr>
              <w:tabs>
                <w:tab w:val="left" w:pos="7596"/>
                <w:tab w:val="left" w:pos="7992"/>
              </w:tabs>
              <w:ind w:left="820" w:hanging="847"/>
              <w:contextualSpacing/>
              <w:jc w:val="both"/>
              <w:rPr>
                <w:sz w:val="24"/>
                <w:szCs w:val="24"/>
              </w:rPr>
            </w:pPr>
            <w:r w:rsidRPr="002C4C9B">
              <w:rPr>
                <w:sz w:val="24"/>
                <w:szCs w:val="24"/>
              </w:rPr>
              <w:t>р/с: 40702810300000046927</w:t>
            </w:r>
          </w:p>
          <w:p w:rsidR="00AD5DAC" w:rsidRPr="00AA6791" w:rsidRDefault="00AA6791" w:rsidP="00AA6791">
            <w:pPr>
              <w:ind w:left="820" w:right="120" w:hanging="847"/>
              <w:contextualSpacing/>
              <w:jc w:val="both"/>
              <w:rPr>
                <w:b/>
                <w:sz w:val="24"/>
                <w:szCs w:val="24"/>
              </w:rPr>
            </w:pPr>
            <w:hyperlink r:id="rId5" w:history="1">
              <w:r w:rsidRPr="002F5038">
                <w:rPr>
                  <w:rStyle w:val="aa"/>
                  <w:iCs/>
                  <w:sz w:val="24"/>
                  <w:szCs w:val="24"/>
                  <w:lang w:val="en-US"/>
                </w:rPr>
                <w:t>info</w:t>
              </w:r>
              <w:r w:rsidRPr="002F5038">
                <w:rPr>
                  <w:rStyle w:val="aa"/>
                  <w:iCs/>
                  <w:sz w:val="24"/>
                  <w:szCs w:val="24"/>
                </w:rPr>
                <w:t>@</w:t>
              </w:r>
              <w:proofErr w:type="spellStart"/>
              <w:r w:rsidRPr="002F5038">
                <w:rPr>
                  <w:rStyle w:val="aa"/>
                  <w:iCs/>
                  <w:sz w:val="24"/>
                  <w:szCs w:val="24"/>
                  <w:lang w:val="en-US"/>
                </w:rPr>
                <w:t>russalt</w:t>
              </w:r>
              <w:proofErr w:type="spellEnd"/>
              <w:r w:rsidRPr="002F5038">
                <w:rPr>
                  <w:rStyle w:val="aa"/>
                  <w:iCs/>
                  <w:sz w:val="24"/>
                  <w:szCs w:val="24"/>
                </w:rPr>
                <w:t>.</w:t>
              </w:r>
              <w:proofErr w:type="spellStart"/>
              <w:r w:rsidRPr="002F5038">
                <w:rPr>
                  <w:rStyle w:val="aa"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C4C9B" w:rsidRPr="002C4C9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C4C9B" w:rsidRPr="002C4C9B">
              <w:rPr>
                <w:sz w:val="24"/>
                <w:szCs w:val="24"/>
              </w:rPr>
              <w:t>тел.: +7 (3532) 34-23-23</w:t>
            </w:r>
          </w:p>
          <w:p w:rsidR="000E4DE6" w:rsidRDefault="000E4DE6" w:rsidP="004960B6">
            <w:pPr>
              <w:rPr>
                <w:sz w:val="24"/>
                <w:szCs w:val="24"/>
              </w:rPr>
            </w:pPr>
          </w:p>
          <w:p w:rsidR="005103AC" w:rsidRDefault="005103AC" w:rsidP="004960B6">
            <w:pPr>
              <w:rPr>
                <w:sz w:val="24"/>
                <w:szCs w:val="24"/>
              </w:rPr>
            </w:pPr>
          </w:p>
          <w:p w:rsidR="0033030E" w:rsidRPr="000B3B1F" w:rsidRDefault="0033030E" w:rsidP="004960B6">
            <w:pPr>
              <w:rPr>
                <w:sz w:val="24"/>
                <w:szCs w:val="24"/>
              </w:rPr>
            </w:pPr>
          </w:p>
          <w:p w:rsidR="004960B6" w:rsidRPr="000B3B1F" w:rsidRDefault="004960B6" w:rsidP="004960B6">
            <w:pPr>
              <w:rPr>
                <w:sz w:val="24"/>
                <w:szCs w:val="24"/>
              </w:rPr>
            </w:pPr>
          </w:p>
          <w:p w:rsidR="0033030E" w:rsidRDefault="00781D30" w:rsidP="005103AC">
            <w:pPr>
              <w:ind w:left="-250"/>
              <w:rPr>
                <w:b/>
                <w:sz w:val="24"/>
                <w:szCs w:val="24"/>
              </w:rPr>
            </w:pPr>
            <w:r w:rsidRPr="000B3B1F">
              <w:rPr>
                <w:b/>
                <w:sz w:val="24"/>
                <w:szCs w:val="24"/>
              </w:rPr>
              <w:t>_</w:t>
            </w:r>
            <w:r w:rsidR="005103AC">
              <w:rPr>
                <w:b/>
                <w:sz w:val="24"/>
                <w:szCs w:val="24"/>
              </w:rPr>
              <w:t xml:space="preserve"> Директор ООО «Руссоль»</w:t>
            </w:r>
          </w:p>
          <w:p w:rsidR="00781D30" w:rsidRDefault="005103AC" w:rsidP="005103AC">
            <w:pPr>
              <w:ind w:left="-2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</w:p>
          <w:p w:rsidR="0033030E" w:rsidRDefault="0033030E" w:rsidP="005103AC">
            <w:pPr>
              <w:ind w:lef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 w:rsidRPr="0033030E">
              <w:rPr>
                <w:b/>
                <w:sz w:val="24"/>
                <w:szCs w:val="24"/>
              </w:rPr>
              <w:t>С.В. Черный</w:t>
            </w:r>
            <w:r>
              <w:rPr>
                <w:sz w:val="24"/>
                <w:szCs w:val="24"/>
              </w:rPr>
              <w:t xml:space="preserve">    </w:t>
            </w:r>
          </w:p>
          <w:p w:rsidR="006E2A6D" w:rsidRDefault="006E2A6D" w:rsidP="005103AC">
            <w:pPr>
              <w:ind w:left="-250"/>
              <w:rPr>
                <w:sz w:val="24"/>
                <w:szCs w:val="24"/>
              </w:rPr>
            </w:pPr>
          </w:p>
          <w:p w:rsidR="006E2A6D" w:rsidRDefault="006E2A6D" w:rsidP="005103AC">
            <w:pPr>
              <w:ind w:left="-250"/>
              <w:rPr>
                <w:sz w:val="24"/>
                <w:szCs w:val="24"/>
              </w:rPr>
            </w:pPr>
          </w:p>
          <w:p w:rsidR="006E2A6D" w:rsidRPr="006E2A6D" w:rsidRDefault="006E2A6D" w:rsidP="006E2A6D">
            <w:pPr>
              <w:ind w:left="-250"/>
              <w:rPr>
                <w:sz w:val="24"/>
                <w:szCs w:val="24"/>
              </w:rPr>
            </w:pPr>
            <w:r w:rsidRPr="006E2A6D">
              <w:rPr>
                <w:b/>
                <w:sz w:val="24"/>
                <w:szCs w:val="24"/>
              </w:rPr>
              <w:t xml:space="preserve">      </w:t>
            </w:r>
            <w:r w:rsidRPr="006E2A6D">
              <w:rPr>
                <w:sz w:val="24"/>
                <w:szCs w:val="24"/>
              </w:rPr>
              <w:t>М.П.</w:t>
            </w:r>
          </w:p>
        </w:tc>
      </w:tr>
    </w:tbl>
    <w:p w:rsidR="002D5844" w:rsidRPr="000B3B1F" w:rsidRDefault="002D5844" w:rsidP="0010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  <w:sectPr w:rsidR="002D5844" w:rsidRPr="000B3B1F" w:rsidSect="00AA6791">
          <w:type w:val="continuous"/>
          <w:pgSz w:w="11909" w:h="16834"/>
          <w:pgMar w:top="851" w:right="567" w:bottom="851" w:left="1701" w:header="720" w:footer="720" w:gutter="0"/>
          <w:cols w:space="720"/>
          <w:noEndnote/>
          <w:docGrid w:linePitch="272"/>
        </w:sectPr>
      </w:pPr>
    </w:p>
    <w:p w:rsidR="002D00E7" w:rsidRPr="000B3B1F" w:rsidRDefault="0033030E" w:rsidP="00103C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D5DAC">
        <w:rPr>
          <w:sz w:val="24"/>
          <w:szCs w:val="24"/>
        </w:rPr>
        <w:t xml:space="preserve">                                            </w:t>
      </w:r>
      <w:r w:rsidR="005C3F5E">
        <w:rPr>
          <w:sz w:val="24"/>
          <w:szCs w:val="24"/>
        </w:rPr>
        <w:t xml:space="preserve">     </w:t>
      </w:r>
    </w:p>
    <w:sectPr w:rsidR="002D00E7" w:rsidRPr="000B3B1F" w:rsidSect="00AD5DAC">
      <w:type w:val="continuous"/>
      <w:pgSz w:w="11909" w:h="16834"/>
      <w:pgMar w:top="1134" w:right="569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2194D"/>
    <w:multiLevelType w:val="multilevel"/>
    <w:tmpl w:val="3134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B0B7F13"/>
    <w:multiLevelType w:val="multilevel"/>
    <w:tmpl w:val="D23E4D0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auto"/>
      </w:rPr>
    </w:lvl>
  </w:abstractNum>
  <w:abstractNum w:abstractNumId="3" w15:restartNumberingAfterBreak="0">
    <w:nsid w:val="65E6757C"/>
    <w:multiLevelType w:val="hybridMultilevel"/>
    <w:tmpl w:val="5AD8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7C3195"/>
    <w:multiLevelType w:val="hybridMultilevel"/>
    <w:tmpl w:val="45D68FC4"/>
    <w:lvl w:ilvl="0" w:tplc="D480DAA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1F70D2"/>
    <w:rsid w:val="00031A70"/>
    <w:rsid w:val="0003204C"/>
    <w:rsid w:val="0003706C"/>
    <w:rsid w:val="00055C82"/>
    <w:rsid w:val="00084FDB"/>
    <w:rsid w:val="00090B6B"/>
    <w:rsid w:val="00097EE1"/>
    <w:rsid w:val="000B0C10"/>
    <w:rsid w:val="000B3B1F"/>
    <w:rsid w:val="000B5AF3"/>
    <w:rsid w:val="000B645E"/>
    <w:rsid w:val="000E23BC"/>
    <w:rsid w:val="000E4DE6"/>
    <w:rsid w:val="000F22E4"/>
    <w:rsid w:val="000F29EB"/>
    <w:rsid w:val="000F60C9"/>
    <w:rsid w:val="00103C0E"/>
    <w:rsid w:val="001116DA"/>
    <w:rsid w:val="00115232"/>
    <w:rsid w:val="001435D6"/>
    <w:rsid w:val="00182A03"/>
    <w:rsid w:val="001D40F3"/>
    <w:rsid w:val="001F70D2"/>
    <w:rsid w:val="001F7F01"/>
    <w:rsid w:val="00223BEA"/>
    <w:rsid w:val="00266464"/>
    <w:rsid w:val="00293A23"/>
    <w:rsid w:val="002A52C9"/>
    <w:rsid w:val="002A579D"/>
    <w:rsid w:val="002B0CD2"/>
    <w:rsid w:val="002B609E"/>
    <w:rsid w:val="002B633A"/>
    <w:rsid w:val="002C4C9B"/>
    <w:rsid w:val="002D00E7"/>
    <w:rsid w:val="002D5844"/>
    <w:rsid w:val="002E1C3C"/>
    <w:rsid w:val="002F7AA7"/>
    <w:rsid w:val="0031257B"/>
    <w:rsid w:val="00314620"/>
    <w:rsid w:val="0033030E"/>
    <w:rsid w:val="0033293A"/>
    <w:rsid w:val="0034278F"/>
    <w:rsid w:val="00383A1C"/>
    <w:rsid w:val="003D0C69"/>
    <w:rsid w:val="003D30DE"/>
    <w:rsid w:val="003E3C33"/>
    <w:rsid w:val="003E6DD9"/>
    <w:rsid w:val="003F0AB1"/>
    <w:rsid w:val="003F4745"/>
    <w:rsid w:val="00420D3F"/>
    <w:rsid w:val="00425CBF"/>
    <w:rsid w:val="0044013A"/>
    <w:rsid w:val="004460D0"/>
    <w:rsid w:val="00451615"/>
    <w:rsid w:val="00453BB8"/>
    <w:rsid w:val="004577FD"/>
    <w:rsid w:val="0047404B"/>
    <w:rsid w:val="004746E5"/>
    <w:rsid w:val="004960B6"/>
    <w:rsid w:val="004B48A7"/>
    <w:rsid w:val="004E108B"/>
    <w:rsid w:val="004F1004"/>
    <w:rsid w:val="00506E8D"/>
    <w:rsid w:val="00507582"/>
    <w:rsid w:val="005103AC"/>
    <w:rsid w:val="0052023B"/>
    <w:rsid w:val="0052593B"/>
    <w:rsid w:val="00545680"/>
    <w:rsid w:val="005479A8"/>
    <w:rsid w:val="005726C8"/>
    <w:rsid w:val="00582F70"/>
    <w:rsid w:val="005838D6"/>
    <w:rsid w:val="005C074A"/>
    <w:rsid w:val="005C3F5E"/>
    <w:rsid w:val="005F3C77"/>
    <w:rsid w:val="00632BE8"/>
    <w:rsid w:val="00647BBE"/>
    <w:rsid w:val="006629D3"/>
    <w:rsid w:val="00685189"/>
    <w:rsid w:val="006A30C2"/>
    <w:rsid w:val="006B1B66"/>
    <w:rsid w:val="006B6922"/>
    <w:rsid w:val="006B79B4"/>
    <w:rsid w:val="006C0634"/>
    <w:rsid w:val="006C4680"/>
    <w:rsid w:val="006C649C"/>
    <w:rsid w:val="006D10DD"/>
    <w:rsid w:val="006E2A6D"/>
    <w:rsid w:val="006E511F"/>
    <w:rsid w:val="007023E6"/>
    <w:rsid w:val="00713FB4"/>
    <w:rsid w:val="00737C85"/>
    <w:rsid w:val="007429AF"/>
    <w:rsid w:val="0075207B"/>
    <w:rsid w:val="00764BF4"/>
    <w:rsid w:val="007754F4"/>
    <w:rsid w:val="00776A43"/>
    <w:rsid w:val="00781D30"/>
    <w:rsid w:val="00782E09"/>
    <w:rsid w:val="00796B1B"/>
    <w:rsid w:val="007A1AA9"/>
    <w:rsid w:val="007D620E"/>
    <w:rsid w:val="00801B20"/>
    <w:rsid w:val="00803999"/>
    <w:rsid w:val="00814805"/>
    <w:rsid w:val="00827B1B"/>
    <w:rsid w:val="00834254"/>
    <w:rsid w:val="00841B01"/>
    <w:rsid w:val="00845C41"/>
    <w:rsid w:val="008577FC"/>
    <w:rsid w:val="00887150"/>
    <w:rsid w:val="008954FA"/>
    <w:rsid w:val="008E5C5C"/>
    <w:rsid w:val="009064C0"/>
    <w:rsid w:val="00941C56"/>
    <w:rsid w:val="009432C2"/>
    <w:rsid w:val="0094660E"/>
    <w:rsid w:val="009540C1"/>
    <w:rsid w:val="009777A9"/>
    <w:rsid w:val="009973DD"/>
    <w:rsid w:val="009A6AF9"/>
    <w:rsid w:val="009B2074"/>
    <w:rsid w:val="009B7BF3"/>
    <w:rsid w:val="009D188C"/>
    <w:rsid w:val="009D2602"/>
    <w:rsid w:val="009F4022"/>
    <w:rsid w:val="00A02103"/>
    <w:rsid w:val="00A23848"/>
    <w:rsid w:val="00A23B17"/>
    <w:rsid w:val="00A51445"/>
    <w:rsid w:val="00A67897"/>
    <w:rsid w:val="00A67D77"/>
    <w:rsid w:val="00AA0A71"/>
    <w:rsid w:val="00AA6791"/>
    <w:rsid w:val="00AB467C"/>
    <w:rsid w:val="00AB4C2A"/>
    <w:rsid w:val="00AD5DAC"/>
    <w:rsid w:val="00AE1CE3"/>
    <w:rsid w:val="00AE22FE"/>
    <w:rsid w:val="00AF3B6B"/>
    <w:rsid w:val="00B007BB"/>
    <w:rsid w:val="00B20CFF"/>
    <w:rsid w:val="00B217AF"/>
    <w:rsid w:val="00B23E59"/>
    <w:rsid w:val="00B2438B"/>
    <w:rsid w:val="00B32870"/>
    <w:rsid w:val="00B51095"/>
    <w:rsid w:val="00B52F9E"/>
    <w:rsid w:val="00B72432"/>
    <w:rsid w:val="00B77F89"/>
    <w:rsid w:val="00BD41A7"/>
    <w:rsid w:val="00BD7404"/>
    <w:rsid w:val="00C11B5B"/>
    <w:rsid w:val="00C148AD"/>
    <w:rsid w:val="00C50CD6"/>
    <w:rsid w:val="00C66F31"/>
    <w:rsid w:val="00C77A76"/>
    <w:rsid w:val="00C839D6"/>
    <w:rsid w:val="00C87441"/>
    <w:rsid w:val="00C950A6"/>
    <w:rsid w:val="00C96FCB"/>
    <w:rsid w:val="00CA2713"/>
    <w:rsid w:val="00CA7CB4"/>
    <w:rsid w:val="00CB263A"/>
    <w:rsid w:val="00CB7B58"/>
    <w:rsid w:val="00CC2F18"/>
    <w:rsid w:val="00CC5CBA"/>
    <w:rsid w:val="00CD42E7"/>
    <w:rsid w:val="00CE7D19"/>
    <w:rsid w:val="00CF358C"/>
    <w:rsid w:val="00D03C91"/>
    <w:rsid w:val="00D156AA"/>
    <w:rsid w:val="00D17484"/>
    <w:rsid w:val="00D255BA"/>
    <w:rsid w:val="00D32A7D"/>
    <w:rsid w:val="00D62C8F"/>
    <w:rsid w:val="00D64461"/>
    <w:rsid w:val="00D74B15"/>
    <w:rsid w:val="00D779C3"/>
    <w:rsid w:val="00D81A41"/>
    <w:rsid w:val="00D9017B"/>
    <w:rsid w:val="00D91963"/>
    <w:rsid w:val="00DA4392"/>
    <w:rsid w:val="00DC3340"/>
    <w:rsid w:val="00DE3426"/>
    <w:rsid w:val="00DE3D65"/>
    <w:rsid w:val="00DF7CAA"/>
    <w:rsid w:val="00E339F7"/>
    <w:rsid w:val="00E62605"/>
    <w:rsid w:val="00E9039B"/>
    <w:rsid w:val="00EA0177"/>
    <w:rsid w:val="00EA5E9B"/>
    <w:rsid w:val="00EB2AB5"/>
    <w:rsid w:val="00EC2C2A"/>
    <w:rsid w:val="00EC689E"/>
    <w:rsid w:val="00ED31AF"/>
    <w:rsid w:val="00F36D89"/>
    <w:rsid w:val="00F61C54"/>
    <w:rsid w:val="00F822FC"/>
    <w:rsid w:val="00F9013B"/>
    <w:rsid w:val="00FC0DF1"/>
    <w:rsid w:val="00FD7C41"/>
    <w:rsid w:val="00FE7AFE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6C15A7E-3EF2-428C-A92F-2548FEC6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A7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3C0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796B1B"/>
    <w:pPr>
      <w:widowControl/>
      <w:suppressAutoHyphens/>
      <w:autoSpaceDE/>
      <w:autoSpaceDN/>
      <w:adjustRightInd/>
      <w:jc w:val="both"/>
    </w:pPr>
    <w:rPr>
      <w:sz w:val="28"/>
      <w:szCs w:val="28"/>
      <w:lang w:eastAsia="ar-SA"/>
    </w:rPr>
  </w:style>
  <w:style w:type="character" w:customStyle="1" w:styleId="a5">
    <w:name w:val="Основной текст с отступом Знак"/>
    <w:link w:val="a4"/>
    <w:rsid w:val="00796B1B"/>
    <w:rPr>
      <w:sz w:val="28"/>
      <w:szCs w:val="28"/>
      <w:lang w:eastAsia="ar-SA"/>
    </w:rPr>
  </w:style>
  <w:style w:type="paragraph" w:styleId="a6">
    <w:name w:val="Normal (Web)"/>
    <w:basedOn w:val="a"/>
    <w:rsid w:val="00796B1B"/>
    <w:pPr>
      <w:widowControl/>
      <w:suppressAutoHyphens/>
      <w:autoSpaceDE/>
      <w:autoSpaceDN/>
      <w:adjustRightInd/>
      <w:spacing w:before="280" w:after="280"/>
    </w:pPr>
    <w:rPr>
      <w:kern w:val="1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unhideWhenUsed/>
    <w:rsid w:val="00E9039B"/>
    <w:pPr>
      <w:widowControl/>
      <w:autoSpaceDE/>
      <w:autoSpaceDN/>
      <w:adjustRightInd/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link w:val="2"/>
    <w:uiPriority w:val="99"/>
    <w:rsid w:val="00E9039B"/>
    <w:rPr>
      <w:rFonts w:ascii="Calibri" w:hAnsi="Calibri"/>
      <w:sz w:val="22"/>
      <w:szCs w:val="22"/>
    </w:rPr>
  </w:style>
  <w:style w:type="paragraph" w:styleId="a7">
    <w:name w:val="Body Text"/>
    <w:basedOn w:val="a"/>
    <w:link w:val="a8"/>
    <w:rsid w:val="002B633A"/>
    <w:pPr>
      <w:widowControl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rsid w:val="002B633A"/>
    <w:rPr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2A579D"/>
    <w:pPr>
      <w:ind w:left="720"/>
      <w:contextualSpacing/>
    </w:pPr>
  </w:style>
  <w:style w:type="character" w:styleId="aa">
    <w:name w:val="Hyperlink"/>
    <w:basedOn w:val="a0"/>
    <w:unhideWhenUsed/>
    <w:rsid w:val="00AA67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russalt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ssol.sakauovaAG\AppData\Local\Temp\12\&#1044;&#1086;&#1075;&#1086;&#1074;&#1086;&#1088;%20&#1085;&#1072;%20&#1086;&#1082;&#1072;&#1079;&#1072;&#1085;&#1080;&#1077;%20&#1091;&#1089;&#1083;&#1091;&#1075;%20&#1087;&#1086;%20&#1089;&#1090;&#1080;&#1088;&#1082;&#1077;%20&#1089;&#1087;&#1077;&#1094;&#1086;&#1076;&#1077;&#1078;&#1076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на оказание услуг по стирке спецодежды.dot</Template>
  <TotalTime>16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ИК-6</Company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bassol.sakauovaAG</dc:creator>
  <cp:lastModifiedBy>Сакауова Айгуль Галиуллаевна</cp:lastModifiedBy>
  <cp:revision>3</cp:revision>
  <cp:lastPrinted>2018-06-05T07:40:00Z</cp:lastPrinted>
  <dcterms:created xsi:type="dcterms:W3CDTF">2021-07-26T12:54:00Z</dcterms:created>
  <dcterms:modified xsi:type="dcterms:W3CDTF">2025-03-21T05:52:00Z</dcterms:modified>
</cp:coreProperties>
</file>