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1C" w:rsidRDefault="00366C1C" w:rsidP="00366C1C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366C1C" w:rsidRDefault="00366C1C" w:rsidP="00366C1C">
      <w:pPr>
        <w:jc w:val="both"/>
        <w:rPr>
          <w:sz w:val="22"/>
        </w:rPr>
      </w:pPr>
    </w:p>
    <w:p w:rsidR="00366C1C" w:rsidRDefault="00366C1C" w:rsidP="00366C1C">
      <w:pPr>
        <w:jc w:val="right"/>
        <w:rPr>
          <w:sz w:val="22"/>
        </w:rPr>
      </w:pPr>
      <w:r>
        <w:rPr>
          <w:sz w:val="22"/>
          <w:lang w:val="ru-RU"/>
        </w:rPr>
        <w:t>«______»____________20__</w:t>
      </w:r>
      <w:r>
        <w:rPr>
          <w:sz w:val="22"/>
        </w:rPr>
        <w:t>г.                                                                                                          Директору</w:t>
      </w:r>
    </w:p>
    <w:p w:rsidR="00366C1C" w:rsidRDefault="00366C1C" w:rsidP="00366C1C">
      <w:pPr>
        <w:ind w:left="5652" w:firstLine="720"/>
        <w:jc w:val="right"/>
        <w:rPr>
          <w:sz w:val="22"/>
        </w:rPr>
      </w:pPr>
      <w:r>
        <w:rPr>
          <w:sz w:val="22"/>
        </w:rPr>
        <w:t>ООО «</w:t>
      </w:r>
      <w:proofErr w:type="spellStart"/>
      <w:r>
        <w:rPr>
          <w:sz w:val="22"/>
        </w:rPr>
        <w:t>Руссоль</w:t>
      </w:r>
      <w:proofErr w:type="spellEnd"/>
      <w:r>
        <w:rPr>
          <w:sz w:val="22"/>
        </w:rPr>
        <w:t>»</w:t>
      </w:r>
    </w:p>
    <w:p w:rsidR="00366C1C" w:rsidRDefault="00366C1C" w:rsidP="00366C1C">
      <w:pPr>
        <w:jc w:val="right"/>
        <w:rPr>
          <w:sz w:val="22"/>
        </w:rPr>
      </w:pPr>
      <w:r>
        <w:rPr>
          <w:sz w:val="22"/>
        </w:rPr>
        <w:t>Черному С.В.</w:t>
      </w:r>
    </w:p>
    <w:p w:rsidR="00366C1C" w:rsidRDefault="00366C1C" w:rsidP="00366C1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366C1C" w:rsidRDefault="00366C1C" w:rsidP="00366C1C">
      <w:pPr>
        <w:jc w:val="both"/>
        <w:rPr>
          <w:sz w:val="22"/>
        </w:rPr>
      </w:pPr>
    </w:p>
    <w:p w:rsidR="00366C1C" w:rsidRDefault="00366C1C" w:rsidP="00366C1C">
      <w:pPr>
        <w:jc w:val="both"/>
        <w:rPr>
          <w:sz w:val="22"/>
        </w:rPr>
      </w:pP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паспорт серии</w:t>
      </w:r>
      <w:r>
        <w:rPr>
          <w:sz w:val="22"/>
          <w:lang w:val="ru-RU"/>
        </w:rPr>
        <w:t xml:space="preserve"> __________№ _____________________</w:t>
      </w:r>
      <w:r>
        <w:rPr>
          <w:sz w:val="22"/>
        </w:rPr>
        <w:t>выдан:</w:t>
      </w:r>
      <w:r>
        <w:rPr>
          <w:sz w:val="22"/>
          <w:lang w:val="ru-RU"/>
        </w:rPr>
        <w:t xml:space="preserve"> «_____»__________________ ________</w:t>
      </w:r>
      <w:proofErr w:type="gramStart"/>
      <w:r>
        <w:rPr>
          <w:sz w:val="22"/>
        </w:rPr>
        <w:t>г</w:t>
      </w:r>
      <w:proofErr w:type="gramEnd"/>
      <w:r>
        <w:rPr>
          <w:sz w:val="22"/>
        </w:rPr>
        <w:t>. кем ___________________________________________________________________________________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proofErr w:type="gramStart"/>
      <w:r>
        <w:rPr>
          <w:sz w:val="22"/>
        </w:rPr>
        <w:t>проживающий</w:t>
      </w:r>
      <w:proofErr w:type="gramEnd"/>
      <w:r>
        <w:rPr>
          <w:sz w:val="22"/>
        </w:rPr>
        <w:t xml:space="preserve"> по адресу:_________________________________________________________________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</w:p>
    <w:p w:rsidR="00366C1C" w:rsidRDefault="00366C1C" w:rsidP="00366C1C">
      <w:pPr>
        <w:jc w:val="both"/>
        <w:rPr>
          <w:sz w:val="22"/>
        </w:rPr>
      </w:pPr>
      <w:r>
        <w:rPr>
          <w:sz w:val="22"/>
        </w:rPr>
        <w:t>Доверенность</w:t>
      </w:r>
      <w:r>
        <w:rPr>
          <w:sz w:val="22"/>
          <w:lang w:val="ru-RU"/>
        </w:rPr>
        <w:t xml:space="preserve"> №________</w:t>
      </w:r>
      <w:r>
        <w:rPr>
          <w:sz w:val="22"/>
        </w:rPr>
        <w:t xml:space="preserve"> от</w:t>
      </w:r>
      <w:r>
        <w:rPr>
          <w:sz w:val="22"/>
          <w:lang w:val="ru-RU"/>
        </w:rPr>
        <w:t xml:space="preserve"> «______»_____________ _______</w:t>
      </w:r>
      <w:proofErr w:type="gramStart"/>
      <w:r>
        <w:rPr>
          <w:sz w:val="22"/>
        </w:rPr>
        <w:t>г</w:t>
      </w:r>
      <w:proofErr w:type="gramEnd"/>
      <w:r>
        <w:rPr>
          <w:sz w:val="22"/>
        </w:rPr>
        <w:t xml:space="preserve">. </w:t>
      </w:r>
    </w:p>
    <w:p w:rsidR="00366C1C" w:rsidRDefault="00366C1C" w:rsidP="00366C1C">
      <w:pPr>
        <w:jc w:val="both"/>
        <w:rPr>
          <w:sz w:val="22"/>
        </w:rPr>
      </w:pPr>
    </w:p>
    <w:p w:rsidR="00366C1C" w:rsidRDefault="00366C1C" w:rsidP="00366C1C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 xml:space="preserve">назначенном на </w:t>
      </w:r>
      <w:r>
        <w:rPr>
          <w:sz w:val="22"/>
          <w:lang w:val="ru-RU"/>
        </w:rPr>
        <w:t>«_____»____________20__</w:t>
      </w:r>
      <w:r>
        <w:rPr>
          <w:sz w:val="22"/>
        </w:rPr>
        <w:t>г., на право заключения договора (договоров):</w:t>
      </w:r>
    </w:p>
    <w:p w:rsidR="00366C1C" w:rsidRDefault="00366C1C" w:rsidP="00366C1C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6C1C" w:rsidRDefault="00366C1C" w:rsidP="00366C1C">
      <w:pPr>
        <w:jc w:val="both"/>
        <w:rPr>
          <w:sz w:val="22"/>
        </w:rPr>
      </w:pPr>
    </w:p>
    <w:p w:rsidR="00366C1C" w:rsidRDefault="00366C1C" w:rsidP="00366C1C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66C1C" w:rsidRDefault="00366C1C" w:rsidP="00366C1C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</w:t>
      </w:r>
      <w:r>
        <w:rPr>
          <w:sz w:val="22"/>
        </w:rPr>
        <w:t>а</w:t>
      </w:r>
      <w:r>
        <w:rPr>
          <w:sz w:val="22"/>
        </w:rPr>
        <w:t>стника об их причинах.</w:t>
      </w:r>
    </w:p>
    <w:p w:rsidR="00366C1C" w:rsidRDefault="00366C1C" w:rsidP="00366C1C">
      <w:pPr>
        <w:tabs>
          <w:tab w:val="left" w:pos="720"/>
        </w:tabs>
        <w:jc w:val="both"/>
        <w:rPr>
          <w:sz w:val="22"/>
        </w:rPr>
      </w:pPr>
    </w:p>
    <w:p w:rsidR="00366C1C" w:rsidRDefault="00366C1C" w:rsidP="00366C1C">
      <w:pPr>
        <w:tabs>
          <w:tab w:val="left" w:pos="720"/>
        </w:tabs>
        <w:jc w:val="both"/>
        <w:rPr>
          <w:sz w:val="22"/>
        </w:rPr>
      </w:pPr>
    </w:p>
    <w:p w:rsidR="00366C1C" w:rsidRDefault="00366C1C" w:rsidP="00366C1C">
      <w:pPr>
        <w:tabs>
          <w:tab w:val="left" w:pos="720"/>
        </w:tabs>
        <w:jc w:val="both"/>
        <w:rPr>
          <w:sz w:val="22"/>
        </w:rPr>
      </w:pPr>
    </w:p>
    <w:p w:rsidR="00366C1C" w:rsidRDefault="00366C1C" w:rsidP="00366C1C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366C1C" w:rsidRDefault="00366C1C" w:rsidP="00366C1C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66C1C" w:rsidRDefault="00366C1C" w:rsidP="00366C1C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366C1C" w:rsidRDefault="00366C1C" w:rsidP="00366C1C"/>
    <w:p w:rsidR="00366C1C" w:rsidRDefault="00366C1C" w:rsidP="00366C1C">
      <w:pPr>
        <w:ind w:firstLine="357"/>
        <w:jc w:val="center"/>
      </w:pPr>
    </w:p>
    <w:p w:rsidR="00366C1C" w:rsidRDefault="00366C1C" w:rsidP="00366C1C">
      <w:pPr>
        <w:ind w:firstLine="357"/>
        <w:jc w:val="center"/>
      </w:pPr>
    </w:p>
    <w:p w:rsidR="00366C1C" w:rsidRDefault="00366C1C" w:rsidP="00366C1C">
      <w:pPr>
        <w:ind w:firstLine="357"/>
        <w:jc w:val="center"/>
      </w:pPr>
    </w:p>
    <w:p w:rsidR="00366C1C" w:rsidRDefault="00366C1C" w:rsidP="00366C1C">
      <w:pPr>
        <w:ind w:firstLine="357"/>
        <w:jc w:val="center"/>
      </w:pPr>
    </w:p>
    <w:p w:rsidR="00366C1C" w:rsidRDefault="00366C1C" w:rsidP="00366C1C">
      <w:pPr>
        <w:ind w:firstLine="357"/>
        <w:jc w:val="center"/>
      </w:pPr>
    </w:p>
    <w:p w:rsidR="00366C1C" w:rsidRDefault="00366C1C" w:rsidP="00366C1C">
      <w:pPr>
        <w:ind w:firstLine="357"/>
        <w:jc w:val="center"/>
      </w:pPr>
    </w:p>
    <w:p w:rsidR="00366C1C" w:rsidRDefault="00366C1C" w:rsidP="00366C1C">
      <w:pPr>
        <w:ind w:firstLine="357"/>
        <w:jc w:val="center"/>
      </w:pPr>
    </w:p>
    <w:p w:rsidR="009658CE" w:rsidRDefault="009658CE" w:rsidP="00366C1C"/>
    <w:sectPr w:rsidR="009658CE" w:rsidSect="00366C1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C1C"/>
    <w:rsid w:val="00366C1C"/>
    <w:rsid w:val="00802F2D"/>
    <w:rsid w:val="009658CE"/>
    <w:rsid w:val="00C9007C"/>
    <w:rsid w:val="00E930F0"/>
    <w:rsid w:val="00F8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6C1C"/>
    <w:pPr>
      <w:spacing w:after="120"/>
    </w:pPr>
  </w:style>
  <w:style w:type="character" w:customStyle="1" w:styleId="a4">
    <w:name w:val="Основной текст Знак"/>
    <w:basedOn w:val="a0"/>
    <w:link w:val="a3"/>
    <w:rsid w:val="00366C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oren.nafikov_ka</dc:creator>
  <cp:keywords/>
  <dc:description/>
  <cp:lastModifiedBy>oren.nafikov_ka</cp:lastModifiedBy>
  <cp:revision>1</cp:revision>
  <dcterms:created xsi:type="dcterms:W3CDTF">2015-06-29T07:58:00Z</dcterms:created>
  <dcterms:modified xsi:type="dcterms:W3CDTF">2015-06-29T08:00:00Z</dcterms:modified>
</cp:coreProperties>
</file>